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6E3EE" w14:textId="4BD7CDB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9D151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D1513">
        <w:rPr>
          <w:rFonts w:ascii="Corbel" w:hAnsi="Corbel"/>
          <w:bCs/>
          <w:i/>
        </w:rPr>
        <w:t>23</w:t>
      </w:r>
    </w:p>
    <w:p w14:paraId="13E2E8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300EAFB" w14:textId="5489643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7190E">
        <w:rPr>
          <w:rFonts w:ascii="Corbel" w:hAnsi="Corbel"/>
          <w:i/>
          <w:smallCaps/>
          <w:sz w:val="24"/>
          <w:szCs w:val="24"/>
        </w:rPr>
        <w:t>202</w:t>
      </w:r>
      <w:r w:rsidR="00334A6B">
        <w:rPr>
          <w:rFonts w:ascii="Corbel" w:hAnsi="Corbel"/>
          <w:i/>
          <w:smallCaps/>
          <w:sz w:val="24"/>
          <w:szCs w:val="24"/>
        </w:rPr>
        <w:t>3</w:t>
      </w:r>
      <w:r w:rsidR="008C4DD4">
        <w:rPr>
          <w:rFonts w:ascii="Corbel" w:hAnsi="Corbel"/>
          <w:i/>
          <w:smallCaps/>
          <w:sz w:val="24"/>
          <w:szCs w:val="24"/>
        </w:rPr>
        <w:t xml:space="preserve"> </w:t>
      </w:r>
      <w:r w:rsidR="000C75DD">
        <w:rPr>
          <w:rFonts w:ascii="Corbel" w:hAnsi="Corbel"/>
          <w:i/>
          <w:smallCaps/>
          <w:sz w:val="24"/>
          <w:szCs w:val="24"/>
        </w:rPr>
        <w:t>- 202</w:t>
      </w:r>
      <w:r w:rsidR="00334A6B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5434CA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F96B" w14:textId="7813679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6F07">
        <w:rPr>
          <w:rFonts w:ascii="Corbel" w:hAnsi="Corbel"/>
          <w:sz w:val="20"/>
          <w:szCs w:val="20"/>
        </w:rPr>
        <w:t>20</w:t>
      </w:r>
      <w:r w:rsidR="000C75DD">
        <w:rPr>
          <w:rFonts w:ascii="Corbel" w:hAnsi="Corbel"/>
          <w:sz w:val="20"/>
          <w:szCs w:val="20"/>
        </w:rPr>
        <w:t>2</w:t>
      </w:r>
      <w:r w:rsidR="00334A6B">
        <w:rPr>
          <w:rFonts w:ascii="Corbel" w:hAnsi="Corbel"/>
          <w:sz w:val="20"/>
          <w:szCs w:val="20"/>
        </w:rPr>
        <w:t>3</w:t>
      </w:r>
      <w:r w:rsidR="00D76F07">
        <w:rPr>
          <w:rFonts w:ascii="Corbel" w:hAnsi="Corbel"/>
          <w:sz w:val="20"/>
          <w:szCs w:val="20"/>
        </w:rPr>
        <w:t>/202</w:t>
      </w:r>
      <w:r w:rsidR="00334A6B">
        <w:rPr>
          <w:rFonts w:ascii="Corbel" w:hAnsi="Corbel"/>
          <w:sz w:val="20"/>
          <w:szCs w:val="20"/>
        </w:rPr>
        <w:t>4</w:t>
      </w:r>
    </w:p>
    <w:p w14:paraId="7ECD38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64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090E91" w14:textId="77777777" w:rsidTr="00B819C8">
        <w:tc>
          <w:tcPr>
            <w:tcW w:w="2694" w:type="dxa"/>
            <w:vAlign w:val="center"/>
          </w:tcPr>
          <w:p w14:paraId="005A78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D3BD11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penitencjarna</w:t>
            </w:r>
          </w:p>
        </w:tc>
      </w:tr>
      <w:tr w:rsidR="0085747A" w:rsidRPr="009C54AE" w14:paraId="42673078" w14:textId="77777777" w:rsidTr="00B819C8">
        <w:tc>
          <w:tcPr>
            <w:tcW w:w="2694" w:type="dxa"/>
            <w:vAlign w:val="center"/>
          </w:tcPr>
          <w:p w14:paraId="6580AD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4B6D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3326CBF" w14:textId="77777777" w:rsidTr="00B819C8">
        <w:tc>
          <w:tcPr>
            <w:tcW w:w="2694" w:type="dxa"/>
            <w:vAlign w:val="center"/>
          </w:tcPr>
          <w:p w14:paraId="0BBB47AF" w14:textId="34CE91E9" w:rsidR="0085747A" w:rsidRPr="009C54AE" w:rsidRDefault="00E968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9C11E" w14:textId="5ED85663" w:rsidR="0085747A" w:rsidRPr="009C54AE" w:rsidRDefault="005D41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2697F6" w14:textId="77777777" w:rsidTr="00B819C8">
        <w:tc>
          <w:tcPr>
            <w:tcW w:w="2694" w:type="dxa"/>
            <w:vAlign w:val="center"/>
          </w:tcPr>
          <w:p w14:paraId="3082B4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0E464" w14:textId="09F73E16" w:rsidR="0085747A" w:rsidRPr="009C54AE" w:rsidRDefault="005D41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0E10551" w14:textId="77777777" w:rsidTr="00B819C8">
        <w:tc>
          <w:tcPr>
            <w:tcW w:w="2694" w:type="dxa"/>
            <w:vAlign w:val="center"/>
          </w:tcPr>
          <w:p w14:paraId="6CA084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106434" w14:textId="2E2A2044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E968F2">
              <w:rPr>
                <w:rFonts w:ascii="Corbel" w:hAnsi="Corbel"/>
                <w:b w:val="0"/>
                <w:sz w:val="24"/>
                <w:szCs w:val="24"/>
              </w:rPr>
              <w:t>, specjalność</w:t>
            </w:r>
            <w:r w:rsidR="00273107">
              <w:rPr>
                <w:rFonts w:ascii="Corbel" w:hAnsi="Corbel"/>
                <w:b w:val="0"/>
                <w:sz w:val="24"/>
                <w:szCs w:val="24"/>
              </w:rPr>
              <w:t xml:space="preserve"> – pedagogika resocjalizacyjna</w:t>
            </w:r>
          </w:p>
        </w:tc>
      </w:tr>
      <w:tr w:rsidR="0085747A" w:rsidRPr="009C54AE" w14:paraId="4D19D151" w14:textId="77777777" w:rsidTr="00B819C8">
        <w:tc>
          <w:tcPr>
            <w:tcW w:w="2694" w:type="dxa"/>
            <w:vAlign w:val="center"/>
          </w:tcPr>
          <w:p w14:paraId="1395D9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4645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EA85C9B" w14:textId="77777777" w:rsidTr="00B819C8">
        <w:tc>
          <w:tcPr>
            <w:tcW w:w="2694" w:type="dxa"/>
            <w:vAlign w:val="center"/>
          </w:tcPr>
          <w:p w14:paraId="727FF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69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5DC6A042" w14:textId="77777777" w:rsidTr="00B819C8">
        <w:tc>
          <w:tcPr>
            <w:tcW w:w="2694" w:type="dxa"/>
            <w:vAlign w:val="center"/>
          </w:tcPr>
          <w:p w14:paraId="2BF584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9BDA" w14:textId="12BB95B2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7310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924EBAA" w14:textId="77777777" w:rsidTr="00B819C8">
        <w:tc>
          <w:tcPr>
            <w:tcW w:w="2694" w:type="dxa"/>
            <w:vAlign w:val="center"/>
          </w:tcPr>
          <w:p w14:paraId="27FEE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22DA7D" w14:textId="27C17AD8"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0C75DD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6A75CC48" w14:textId="77777777" w:rsidTr="00B819C8">
        <w:tc>
          <w:tcPr>
            <w:tcW w:w="2694" w:type="dxa"/>
            <w:vAlign w:val="center"/>
          </w:tcPr>
          <w:p w14:paraId="2871B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24DC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598B78" w14:textId="77777777" w:rsidTr="00B819C8">
        <w:tc>
          <w:tcPr>
            <w:tcW w:w="2694" w:type="dxa"/>
            <w:vAlign w:val="center"/>
          </w:tcPr>
          <w:p w14:paraId="442AE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F4728" w14:textId="77777777"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C4B3C6" w14:textId="77777777" w:rsidTr="00B819C8">
        <w:tc>
          <w:tcPr>
            <w:tcW w:w="2694" w:type="dxa"/>
            <w:vAlign w:val="center"/>
          </w:tcPr>
          <w:p w14:paraId="0E484E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F60259" w14:textId="73A232B3" w:rsidR="0085747A" w:rsidRPr="009C54AE" w:rsidRDefault="00BE2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14:paraId="26D0BB41" w14:textId="77777777" w:rsidTr="00B819C8">
        <w:tc>
          <w:tcPr>
            <w:tcW w:w="2694" w:type="dxa"/>
            <w:vAlign w:val="center"/>
          </w:tcPr>
          <w:p w14:paraId="633189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698CC" w14:textId="4CB287C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AC6AE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8D11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18A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7F3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EBD6DB" w14:textId="77777777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7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70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0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D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EC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2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6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F6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23FC72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43A2" w14:textId="4D99F4B5" w:rsidR="00015B8F" w:rsidRPr="009C54AE" w:rsidRDefault="000C75DD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80E8" w14:textId="77777777" w:rsidR="00015B8F" w:rsidRPr="009C54AE" w:rsidRDefault="0042053F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311" w14:textId="06CB09A0" w:rsidR="00015B8F" w:rsidRPr="009C54AE" w:rsidRDefault="004C39F3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146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300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796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55D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B8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379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BF2" w14:textId="5C3F2397" w:rsidR="00015B8F" w:rsidRPr="009C54AE" w:rsidRDefault="004C39F3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9893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5514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0FAC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69C3C2" w14:textId="77777777"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0587C42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C6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54144" w14:textId="74A736AF"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6E75C669" w14:textId="2421E1D5"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  <w:r w:rsidR="005761D3">
        <w:rPr>
          <w:rFonts w:ascii="Corbel" w:hAnsi="Corbel"/>
          <w:b w:val="0"/>
          <w:szCs w:val="24"/>
        </w:rPr>
        <w:t xml:space="preserve"> (ćwiczenia)</w:t>
      </w:r>
    </w:p>
    <w:p w14:paraId="37499BF6" w14:textId="77777777"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102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85A4D" w14:textId="77777777" w:rsidTr="00745302">
        <w:tc>
          <w:tcPr>
            <w:tcW w:w="9670" w:type="dxa"/>
          </w:tcPr>
          <w:p w14:paraId="4209769E" w14:textId="264DAD8F"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3682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psycho</w:t>
            </w:r>
            <w:r w:rsidRPr="00963682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także polityki karnej</w:t>
            </w:r>
            <w:r w:rsidRPr="00963682">
              <w:rPr>
                <w:rFonts w:ascii="Corbel" w:hAnsi="Corbel"/>
                <w:b w:val="0"/>
                <w:smallCaps w:val="0"/>
              </w:rPr>
              <w:t>,</w:t>
            </w:r>
            <w:r w:rsidRPr="00963682">
              <w:rPr>
                <w:rFonts w:ascii="Corbel" w:hAnsi="Corbel"/>
              </w:rPr>
              <w:t xml:space="preserve"> 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dostrzegać dylematy moralne związane z pracą z osobami odbywającymi karę pozbawienia </w:t>
            </w:r>
            <w:r w:rsidRPr="00963682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 xml:space="preserve"> (perspektywa osadzonego i wychowawcy),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963682">
              <w:rPr>
                <w:rFonts w:ascii="Corbel" w:hAnsi="Corbel"/>
                <w:b w:val="0"/>
                <w:smallCaps w:val="0"/>
              </w:rPr>
              <w:t>wzmacniania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konstruktywnych</w:t>
            </w:r>
            <w:r w:rsidRPr="00963682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penitencjarnej a oczekiwaniami społecznymi</w:t>
            </w:r>
            <w:r w:rsidR="007D1EF3" w:rsidRPr="00963682">
              <w:rPr>
                <w:rFonts w:ascii="Corbel" w:hAnsi="Corbel"/>
                <w:b w:val="0"/>
                <w:smallCaps w:val="0"/>
              </w:rPr>
              <w:t>, być także zmotywowanym do poszukiwania optymalnego modelu pracy penitencjarnej z perspektywy procesu readaptacji i reintegracji społecznej.</w:t>
            </w:r>
          </w:p>
        </w:tc>
      </w:tr>
    </w:tbl>
    <w:p w14:paraId="414CF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4AE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802DD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AD5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D9A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1241" w:rsidRPr="009C54AE" w14:paraId="3BBB6A47" w14:textId="77777777" w:rsidTr="007D1EF3">
        <w:tc>
          <w:tcPr>
            <w:tcW w:w="845" w:type="dxa"/>
            <w:vAlign w:val="center"/>
          </w:tcPr>
          <w:p w14:paraId="5B92E98E" w14:textId="77777777"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E16CCCC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podstawowymi pojęciami i zagadnieniami składającymi się na niezbędny zasób wiedzy o metodach i sposobach skutecznej resocjalizacji w warunkach izolacji więziennej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5A49AB0D" w14:textId="77777777" w:rsidTr="007D1EF3">
        <w:tc>
          <w:tcPr>
            <w:tcW w:w="845" w:type="dxa"/>
            <w:vAlign w:val="center"/>
          </w:tcPr>
          <w:p w14:paraId="1FE8FA2A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7D1E4F7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Z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apoznanie studentów z historią rozwoju myśli penitencjarnej oraz podstawowymi regulacjami prawnymi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40BE81D0" w14:textId="77777777" w:rsidTr="007D1EF3">
        <w:tc>
          <w:tcPr>
            <w:tcW w:w="845" w:type="dxa"/>
            <w:vAlign w:val="center"/>
          </w:tcPr>
          <w:p w14:paraId="5733EAF6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DC9C604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O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dniesienie się do współczesnych problemów więziennictwa w obszarze europejskim i pozaeuropejskim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105F1BF6" w14:textId="77777777" w:rsidTr="007D1EF3">
        <w:tc>
          <w:tcPr>
            <w:tcW w:w="845" w:type="dxa"/>
            <w:vAlign w:val="center"/>
          </w:tcPr>
          <w:p w14:paraId="6786D3DD" w14:textId="77777777" w:rsidR="000F1241" w:rsidRPr="009C54AE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3A7AB42E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W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skazanie znaczących obszarów praktyki penitencjarnej w odniesieniu do wybranych grup skazanych w polskim systemie penitencjarnym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  <w:tr w:rsidR="000F1241" w:rsidRPr="009C54AE" w14:paraId="6F027E82" w14:textId="77777777" w:rsidTr="007D1EF3">
        <w:tc>
          <w:tcPr>
            <w:tcW w:w="845" w:type="dxa"/>
            <w:vAlign w:val="center"/>
          </w:tcPr>
          <w:p w14:paraId="2BC05847" w14:textId="77777777" w:rsidR="000F1241" w:rsidRPr="009C54AE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675" w:type="dxa"/>
            <w:vAlign w:val="center"/>
          </w:tcPr>
          <w:p w14:paraId="0D076035" w14:textId="77777777" w:rsidR="000F1241" w:rsidRPr="003859B1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859B1">
              <w:rPr>
                <w:rFonts w:ascii="Corbel" w:hAnsi="Corbel"/>
                <w:b w:val="0"/>
                <w:sz w:val="24"/>
                <w:szCs w:val="22"/>
              </w:rPr>
              <w:t>U</w:t>
            </w:r>
            <w:r w:rsidR="000F1241" w:rsidRPr="003859B1">
              <w:rPr>
                <w:rFonts w:ascii="Corbel" w:hAnsi="Corbel"/>
                <w:b w:val="0"/>
                <w:sz w:val="24"/>
                <w:szCs w:val="22"/>
              </w:rPr>
              <w:t>wrażliwienie na sytuacje trudne związane z funkcjonowaniem w instytucji o charakterze totalnym oraz na zjawisko stresu organizacyjnego pracowników instytucji penitencjarnych</w:t>
            </w:r>
            <w:r w:rsidRPr="003859B1">
              <w:rPr>
                <w:rFonts w:ascii="Corbel" w:hAnsi="Corbel"/>
                <w:b w:val="0"/>
                <w:sz w:val="24"/>
                <w:szCs w:val="22"/>
              </w:rPr>
              <w:t>.</w:t>
            </w:r>
          </w:p>
        </w:tc>
      </w:tr>
    </w:tbl>
    <w:p w14:paraId="4DBC3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7D7D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840BB">
        <w:rPr>
          <w:rFonts w:ascii="Corbel" w:hAnsi="Corbel"/>
          <w:b/>
          <w:sz w:val="24"/>
          <w:szCs w:val="24"/>
        </w:rPr>
        <w:t xml:space="preserve">3.2 </w:t>
      </w:r>
      <w:r w:rsidR="001D7B54" w:rsidRPr="005840BB">
        <w:rPr>
          <w:rFonts w:ascii="Corbel" w:hAnsi="Corbel"/>
          <w:b/>
          <w:sz w:val="24"/>
          <w:szCs w:val="24"/>
        </w:rPr>
        <w:t xml:space="preserve">Efekty </w:t>
      </w:r>
      <w:r w:rsidR="00C05F44" w:rsidRPr="005840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840BB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1CA4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EEBF808" w14:textId="77777777" w:rsidTr="00882095">
        <w:tc>
          <w:tcPr>
            <w:tcW w:w="1681" w:type="dxa"/>
            <w:vAlign w:val="center"/>
          </w:tcPr>
          <w:p w14:paraId="09CA7E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28750C9" w14:textId="77777777" w:rsidR="00BB2F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68C918" w14:textId="2E287451" w:rsidR="0085747A" w:rsidRPr="009C54AE" w:rsidRDefault="00BB2FEC" w:rsidP="00BB2F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6F77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62B" w:rsidRPr="009C54AE" w14:paraId="54B84C69" w14:textId="77777777" w:rsidTr="00882095">
        <w:tc>
          <w:tcPr>
            <w:tcW w:w="1681" w:type="dxa"/>
          </w:tcPr>
          <w:p w14:paraId="3D9744F7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F3D8D85" w14:textId="534B8007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poda ważniejsze definicje oraz regulacje prawne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w przestrzeni których porusza się pedagog penitencjarny</w:t>
            </w:r>
          </w:p>
        </w:tc>
        <w:tc>
          <w:tcPr>
            <w:tcW w:w="1865" w:type="dxa"/>
          </w:tcPr>
          <w:p w14:paraId="204F40F1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76B26B2" w14:textId="12258A94" w:rsidR="00EA078E" w:rsidRPr="009C54AE" w:rsidRDefault="00EA078E" w:rsidP="008008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1196572A" w14:textId="77777777" w:rsidTr="00882095">
        <w:tc>
          <w:tcPr>
            <w:tcW w:w="1681" w:type="dxa"/>
          </w:tcPr>
          <w:p w14:paraId="3D583881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C76F7" w14:textId="6BBA3690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wymieni czynnik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>, osobowościo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we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i instytucjona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lne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 xml:space="preserve">zidentyfikuje </w:t>
            </w:r>
            <w:r w:rsidRPr="0042053F">
              <w:rPr>
                <w:rFonts w:ascii="Corbel" w:hAnsi="Corbel"/>
                <w:b w:val="0"/>
                <w:smallCaps w:val="0"/>
              </w:rPr>
              <w:t>relacj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między nimi 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Pr="0042053F">
              <w:rPr>
                <w:rFonts w:ascii="Corbel" w:hAnsi="Corbel"/>
                <w:b w:val="0"/>
                <w:smallCaps w:val="0"/>
              </w:rPr>
              <w:t>z perspektywy funkcjonowania jednostki w warunkach zakładu karnego</w:t>
            </w:r>
          </w:p>
        </w:tc>
        <w:tc>
          <w:tcPr>
            <w:tcW w:w="1865" w:type="dxa"/>
          </w:tcPr>
          <w:p w14:paraId="0BBA4D52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DECD438" w14:textId="45420198" w:rsidR="00916123" w:rsidRPr="009C54AE" w:rsidRDefault="00916123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75ECCF62" w14:textId="77777777" w:rsidTr="00882095">
        <w:tc>
          <w:tcPr>
            <w:tcW w:w="1681" w:type="dxa"/>
          </w:tcPr>
          <w:p w14:paraId="4F9AB289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7CC00829" w14:textId="61CC178A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rozróżni sposoby postępowania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penitencjarnego 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odniesieniu do najważniejszych grup skazanych </w:t>
            </w:r>
            <w:r w:rsidR="00BB2FEC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polskim systemie penitencjarnym</w:t>
            </w:r>
          </w:p>
        </w:tc>
        <w:tc>
          <w:tcPr>
            <w:tcW w:w="1865" w:type="dxa"/>
          </w:tcPr>
          <w:p w14:paraId="11478D2B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6E05F74A" w14:textId="1043F60B" w:rsidR="00940CFD" w:rsidRPr="009C54AE" w:rsidRDefault="00940CFD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0FE71D9F" w14:textId="77777777" w:rsidTr="00882095">
        <w:tc>
          <w:tcPr>
            <w:tcW w:w="1681" w:type="dxa"/>
          </w:tcPr>
          <w:p w14:paraId="18DCEC66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E65BA07" w14:textId="6DAFF241" w:rsidR="005B062B" w:rsidRPr="0042053F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bieg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le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logiczn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ie zilustruje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złożon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i skomplikowan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problem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y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społeczn</w:t>
            </w:r>
            <w:r w:rsidR="00F4389B" w:rsidRPr="0042053F">
              <w:rPr>
                <w:rFonts w:ascii="Corbel" w:hAnsi="Corbel"/>
                <w:b w:val="0"/>
                <w:smallCaps w:val="0"/>
              </w:rPr>
              <w:t>e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 w kontekście czynników determinujących przestępczość</w:t>
            </w:r>
          </w:p>
        </w:tc>
        <w:tc>
          <w:tcPr>
            <w:tcW w:w="1865" w:type="dxa"/>
          </w:tcPr>
          <w:p w14:paraId="714F2446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F9E887E" w14:textId="1A42C4F6" w:rsidR="0073655D" w:rsidRPr="009C54AE" w:rsidRDefault="0073655D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464050D6" w14:textId="77777777" w:rsidTr="00882095">
        <w:tc>
          <w:tcPr>
            <w:tcW w:w="1681" w:type="dxa"/>
          </w:tcPr>
          <w:p w14:paraId="30681A0E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24BC54E4" w14:textId="7EB676CF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>zaprojektuje wybrane aspekty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proces</w:t>
            </w:r>
            <w:r w:rsidRPr="0042053F">
              <w:rPr>
                <w:rFonts w:ascii="Corbel" w:hAnsi="Corbel"/>
                <w:b w:val="0"/>
                <w:smallCaps w:val="0"/>
              </w:rPr>
              <w:t>u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resocjalizacji penitencjarnej posługując się zasadami i normami etycznymi przewidując skutki konkretnych działań </w:t>
            </w:r>
            <w:r w:rsidR="00BB2C76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warunkach zakładu karnego z perspektywy społecznej reintegracji osób odbywających karę pozbawienia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lastRenderedPageBreak/>
              <w:t>wolności</w:t>
            </w:r>
          </w:p>
        </w:tc>
        <w:tc>
          <w:tcPr>
            <w:tcW w:w="1865" w:type="dxa"/>
          </w:tcPr>
          <w:p w14:paraId="68118571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  <w:p w14:paraId="326A45FA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03393F5C" w14:textId="0E8AD75B" w:rsidR="00B03253" w:rsidRPr="009C54AE" w:rsidRDefault="00B03253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6B6006E2" w14:textId="77777777" w:rsidTr="00882095">
        <w:tc>
          <w:tcPr>
            <w:tcW w:w="1681" w:type="dxa"/>
          </w:tcPr>
          <w:p w14:paraId="2C6A063A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</w:tcPr>
          <w:p w14:paraId="7A7D9970" w14:textId="51EA14EB" w:rsidR="005B062B" w:rsidRPr="0042053F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wyjaśni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w jakim stopniu system penitencjarny i jego elementy sprzyjają readaptacji społecznej skazanych oraz jaki jest zakres potrzeb osób pozbawionych wolności którzy chcą po zwolnieniu rozpocząć życie zgodne </w:t>
            </w:r>
            <w:r w:rsidR="00BB2C76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z prawem</w:t>
            </w:r>
          </w:p>
        </w:tc>
        <w:tc>
          <w:tcPr>
            <w:tcW w:w="1865" w:type="dxa"/>
          </w:tcPr>
          <w:p w14:paraId="5B0A63F0" w14:textId="77777777" w:rsidR="005B062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3F744AA2" w14:textId="7F746432" w:rsidR="00B37245" w:rsidRPr="009C54AE" w:rsidRDefault="00B37245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B062B" w:rsidRPr="009C54AE" w14:paraId="0127A8A7" w14:textId="77777777" w:rsidTr="00882095">
        <w:tc>
          <w:tcPr>
            <w:tcW w:w="1681" w:type="dxa"/>
          </w:tcPr>
          <w:p w14:paraId="5DF50ABB" w14:textId="77777777" w:rsidR="005B062B" w:rsidRPr="009C54AE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1CA980E0" w14:textId="697202C1" w:rsidR="005B062B" w:rsidRPr="0042053F" w:rsidRDefault="005E0126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42053F">
              <w:rPr>
                <w:rFonts w:ascii="Corbel" w:hAnsi="Corbel"/>
                <w:b w:val="0"/>
                <w:smallCaps w:val="0"/>
              </w:rPr>
              <w:t xml:space="preserve">określi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>sytuacj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trudn</w:t>
            </w:r>
            <w:r w:rsidRPr="0042053F">
              <w:rPr>
                <w:rFonts w:ascii="Corbel" w:hAnsi="Corbel"/>
                <w:b w:val="0"/>
                <w:smallCaps w:val="0"/>
              </w:rPr>
              <w:t>e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 związa</w:t>
            </w:r>
            <w:r w:rsidRPr="0042053F">
              <w:rPr>
                <w:rFonts w:ascii="Corbel" w:hAnsi="Corbel"/>
                <w:b w:val="0"/>
                <w:smallCaps w:val="0"/>
              </w:rPr>
              <w:t xml:space="preserve">ne </w:t>
            </w:r>
            <w:r w:rsidR="005B062B" w:rsidRPr="0042053F">
              <w:rPr>
                <w:rFonts w:ascii="Corbel" w:hAnsi="Corbel"/>
                <w:b w:val="0"/>
                <w:smallCaps w:val="0"/>
              </w:rPr>
              <w:t xml:space="preserve">z funkcjonowaniem </w:t>
            </w:r>
            <w:r w:rsidR="00BB2C76">
              <w:rPr>
                <w:rFonts w:ascii="Corbel" w:hAnsi="Corbel"/>
                <w:b w:val="0"/>
                <w:smallCaps w:val="0"/>
              </w:rPr>
              <w:br/>
            </w:r>
            <w:r w:rsidR="005B062B" w:rsidRPr="0042053F">
              <w:rPr>
                <w:rFonts w:ascii="Corbel" w:hAnsi="Corbel"/>
                <w:b w:val="0"/>
                <w:smallCaps w:val="0"/>
              </w:rPr>
              <w:t>w instytucji o charakterze totalnym oraz czynników determinujących zjawisko stresu pracowników instytucji penitencjarnych co stanowi motywację do doskonalenia swoich umiejętności zawodowych oraz podnoszenia kwalifikacji</w:t>
            </w:r>
          </w:p>
        </w:tc>
        <w:tc>
          <w:tcPr>
            <w:tcW w:w="1865" w:type="dxa"/>
          </w:tcPr>
          <w:p w14:paraId="6783D087" w14:textId="77777777" w:rsidR="005B062B" w:rsidRDefault="005B062B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DC1DC28" w14:textId="2F34BD76" w:rsidR="003F0E40" w:rsidRPr="009C54AE" w:rsidRDefault="003F0E40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7DB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3D2EC" w14:textId="77777777"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14:paraId="775F69E5" w14:textId="77777777"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14:paraId="226E5E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415B23" w14:textId="77777777" w:rsidTr="00F57CD0">
        <w:tc>
          <w:tcPr>
            <w:tcW w:w="9520" w:type="dxa"/>
          </w:tcPr>
          <w:p w14:paraId="7F3D1AFD" w14:textId="77777777" w:rsidR="0085747A" w:rsidRPr="00CA62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26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F57CD0" w:rsidRPr="009C54AE" w14:paraId="113CA7CF" w14:textId="77777777" w:rsidTr="00F57CD0">
        <w:tc>
          <w:tcPr>
            <w:tcW w:w="9520" w:type="dxa"/>
          </w:tcPr>
          <w:p w14:paraId="74523809" w14:textId="69901D68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Historia więziennictwa w Polsce.</w:t>
            </w:r>
          </w:p>
        </w:tc>
      </w:tr>
      <w:tr w:rsidR="00670EE5" w:rsidRPr="009C54AE" w14:paraId="09F3303A" w14:textId="77777777" w:rsidTr="00F57CD0">
        <w:tc>
          <w:tcPr>
            <w:tcW w:w="9520" w:type="dxa"/>
          </w:tcPr>
          <w:p w14:paraId="6C54BD68" w14:textId="08950326" w:rsidR="00670EE5" w:rsidRPr="0042053F" w:rsidRDefault="00670EE5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Struktura systemu penitencjarnego w Polsce.</w:t>
            </w:r>
          </w:p>
        </w:tc>
      </w:tr>
      <w:tr w:rsidR="00F57CD0" w:rsidRPr="009C54AE" w14:paraId="62539DB9" w14:textId="77777777" w:rsidTr="00F57CD0">
        <w:tc>
          <w:tcPr>
            <w:tcW w:w="9520" w:type="dxa"/>
          </w:tcPr>
          <w:p w14:paraId="5EFE7176" w14:textId="5B3B9A1E" w:rsidR="00F57CD0" w:rsidRPr="0042053F" w:rsidRDefault="00CA626D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Prawne podstawy resocjalizacji penitencjarnej.</w:t>
            </w:r>
          </w:p>
        </w:tc>
      </w:tr>
      <w:tr w:rsidR="002E7FA3" w:rsidRPr="009C54AE" w14:paraId="16DCFAFE" w14:textId="77777777" w:rsidTr="00F57CD0">
        <w:tc>
          <w:tcPr>
            <w:tcW w:w="9520" w:type="dxa"/>
          </w:tcPr>
          <w:p w14:paraId="68260D66" w14:textId="36959C32" w:rsidR="002E7FA3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Środki oddziaływania penitencjarnego a proces zmiany, korekty, rewaloryzacji. Standardy psychopedagogiczne, społeczne i prawne. ERW a Reguły Nelsona Mandeli.</w:t>
            </w:r>
          </w:p>
        </w:tc>
      </w:tr>
      <w:tr w:rsidR="00F57CD0" w:rsidRPr="009C54AE" w14:paraId="1174FB4B" w14:textId="77777777" w:rsidTr="00F57CD0">
        <w:tc>
          <w:tcPr>
            <w:tcW w:w="9520" w:type="dxa"/>
          </w:tcPr>
          <w:p w14:paraId="3CD6A497" w14:textId="15CB0880" w:rsidR="00F57CD0" w:rsidRPr="0042053F" w:rsidRDefault="00CA626D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Instytucjonalne, społeczne, podmiotowe determinanty</w:t>
            </w:r>
            <w:r>
              <w:rPr>
                <w:rFonts w:ascii="Corbel" w:hAnsi="Corbel"/>
                <w:sz w:val="24"/>
              </w:rPr>
              <w:t xml:space="preserve"> funkcjonowania w</w:t>
            </w:r>
            <w:r w:rsidRPr="0042053F">
              <w:rPr>
                <w:rFonts w:ascii="Corbel" w:hAnsi="Corbel"/>
                <w:sz w:val="24"/>
              </w:rPr>
              <w:t xml:space="preserve"> izolacji więziennej: proces prizonizacji, deprywacja potrzeb, poczucie osamotnienia.</w:t>
            </w:r>
          </w:p>
        </w:tc>
      </w:tr>
      <w:tr w:rsidR="00F57CD0" w:rsidRPr="009C54AE" w14:paraId="56275EF3" w14:textId="77777777" w:rsidTr="00F57CD0">
        <w:tc>
          <w:tcPr>
            <w:tcW w:w="9520" w:type="dxa"/>
          </w:tcPr>
          <w:p w14:paraId="4FD915D5" w14:textId="3BEA075B" w:rsidR="00F57CD0" w:rsidRPr="0042053F" w:rsidRDefault="00670EE5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Zasady filozofii penitencjarnej. Zasady towarzyszące uspołeczniającej funkcji więzienia. Zasady resocjalizacji penitencjarnej.</w:t>
            </w:r>
          </w:p>
        </w:tc>
      </w:tr>
      <w:tr w:rsidR="00F57CD0" w:rsidRPr="009C54AE" w14:paraId="24550773" w14:textId="77777777" w:rsidTr="00F57CD0">
        <w:tc>
          <w:tcPr>
            <w:tcW w:w="9520" w:type="dxa"/>
          </w:tcPr>
          <w:p w14:paraId="3F727090" w14:textId="1D153B0E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 xml:space="preserve">Podkultura więzienna i jej przejawy, tatuaż więzienny, wytwory pracy </w:t>
            </w:r>
            <w:r w:rsidR="00824EF4">
              <w:rPr>
                <w:rFonts w:ascii="Corbel" w:hAnsi="Corbel"/>
                <w:sz w:val="24"/>
              </w:rPr>
              <w:t>osadzonych</w:t>
            </w:r>
            <w:r w:rsidRPr="0042053F">
              <w:rPr>
                <w:rFonts w:ascii="Corbel" w:hAnsi="Corbel"/>
                <w:sz w:val="24"/>
              </w:rPr>
              <w:t>.</w:t>
            </w:r>
          </w:p>
        </w:tc>
      </w:tr>
      <w:tr w:rsidR="00F57CD0" w:rsidRPr="009C54AE" w14:paraId="70ADAF9F" w14:textId="77777777" w:rsidTr="00F57CD0">
        <w:tc>
          <w:tcPr>
            <w:tcW w:w="9520" w:type="dxa"/>
          </w:tcPr>
          <w:p w14:paraId="6D0B9706" w14:textId="776D24C9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problemu autoagresji wśród osadzonych.</w:t>
            </w:r>
          </w:p>
        </w:tc>
      </w:tr>
      <w:tr w:rsidR="00F57CD0" w:rsidRPr="009C54AE" w14:paraId="30FA748D" w14:textId="77777777" w:rsidTr="00F57CD0">
        <w:tc>
          <w:tcPr>
            <w:tcW w:w="9520" w:type="dxa"/>
          </w:tcPr>
          <w:p w14:paraId="52375D13" w14:textId="4FA86B5D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kobiet.</w:t>
            </w:r>
          </w:p>
        </w:tc>
      </w:tr>
      <w:tr w:rsidR="00F57CD0" w:rsidRPr="009C54AE" w14:paraId="6635458C" w14:textId="77777777" w:rsidTr="00F57CD0">
        <w:tc>
          <w:tcPr>
            <w:tcW w:w="9520" w:type="dxa"/>
          </w:tcPr>
          <w:p w14:paraId="1356061D" w14:textId="00BCDC97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Wybrane aspekty wykonywania kary pozbawienia wolności wobec skazanych na kary długoterminowe.</w:t>
            </w:r>
          </w:p>
        </w:tc>
      </w:tr>
      <w:tr w:rsidR="00F57CD0" w:rsidRPr="009C54AE" w14:paraId="0F0C0365" w14:textId="77777777" w:rsidTr="00F57CD0">
        <w:tc>
          <w:tcPr>
            <w:tcW w:w="9520" w:type="dxa"/>
          </w:tcPr>
          <w:p w14:paraId="24BA02D9" w14:textId="2E2188A2" w:rsidR="00F57CD0" w:rsidRPr="0042053F" w:rsidRDefault="002E7FA3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Wybrane aspekty procesu readaptacji społecznej osadzonych.</w:t>
            </w:r>
          </w:p>
        </w:tc>
      </w:tr>
    </w:tbl>
    <w:p w14:paraId="5AEAF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6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CB1D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22F9D0" w14:textId="77777777" w:rsidTr="00F64581">
        <w:tc>
          <w:tcPr>
            <w:tcW w:w="9520" w:type="dxa"/>
          </w:tcPr>
          <w:p w14:paraId="7832BA53" w14:textId="77777777" w:rsidR="0085747A" w:rsidRPr="00F6458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4E2493" w:rsidRPr="009C54AE" w14:paraId="2746A542" w14:textId="77777777" w:rsidTr="00F64581">
        <w:tc>
          <w:tcPr>
            <w:tcW w:w="9520" w:type="dxa"/>
          </w:tcPr>
          <w:p w14:paraId="040AA41D" w14:textId="5D773287" w:rsidR="004E2493" w:rsidRPr="004E2493" w:rsidRDefault="004E249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E2493">
              <w:rPr>
                <w:rFonts w:ascii="Corbel" w:hAnsi="Corbel"/>
                <w:sz w:val="24"/>
                <w:szCs w:val="24"/>
              </w:rPr>
              <w:t xml:space="preserve">Problematyka </w:t>
            </w:r>
            <w:r>
              <w:rPr>
                <w:rFonts w:ascii="Corbel" w:hAnsi="Corbel"/>
                <w:sz w:val="24"/>
                <w:szCs w:val="24"/>
              </w:rPr>
              <w:t>kary, sensu kary pozbawienia wolności, podmiotowości</w:t>
            </w:r>
            <w:r w:rsidR="00CB1F33">
              <w:rPr>
                <w:rFonts w:ascii="Corbel" w:hAnsi="Corbel"/>
                <w:sz w:val="24"/>
                <w:szCs w:val="24"/>
              </w:rPr>
              <w:t xml:space="preserve"> i sprawiedliwości.</w:t>
            </w:r>
          </w:p>
        </w:tc>
      </w:tr>
      <w:tr w:rsidR="004E2493" w:rsidRPr="009C54AE" w14:paraId="10F6A35B" w14:textId="77777777" w:rsidTr="00F64581">
        <w:tc>
          <w:tcPr>
            <w:tcW w:w="9520" w:type="dxa"/>
          </w:tcPr>
          <w:p w14:paraId="6840973B" w14:textId="2312BE7A" w:rsidR="004E2493" w:rsidRPr="00CB1F33" w:rsidRDefault="00CB1F33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F33">
              <w:rPr>
                <w:rFonts w:ascii="Corbel" w:hAnsi="Corbel"/>
                <w:sz w:val="24"/>
                <w:szCs w:val="24"/>
              </w:rPr>
              <w:t xml:space="preserve">Praca </w:t>
            </w:r>
            <w:r>
              <w:rPr>
                <w:rFonts w:ascii="Corbel" w:hAnsi="Corbel"/>
                <w:sz w:val="24"/>
                <w:szCs w:val="24"/>
              </w:rPr>
              <w:t>penitencjarna w ujęciu normatywnym i pedagogicznym.</w:t>
            </w:r>
          </w:p>
        </w:tc>
      </w:tr>
      <w:tr w:rsidR="00CB1F33" w:rsidRPr="009C54AE" w14:paraId="097BFE65" w14:textId="77777777" w:rsidTr="00F64581">
        <w:tc>
          <w:tcPr>
            <w:tcW w:w="9520" w:type="dxa"/>
          </w:tcPr>
          <w:p w14:paraId="63107597" w14:textId="647CA5C3" w:rsidR="00CB1F33" w:rsidRPr="00CB1F33" w:rsidRDefault="00CB1F33" w:rsidP="00C44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Paradygmat sprawiedliwości naprawczej, definiowanie, podstawy sprawiedliwości naprawczej, źródła, wartości i zasady sprawiedliwości naprawczej, relacja przestępca </w:t>
            </w:r>
            <w:r w:rsidR="00C44C3B">
              <w:rPr>
                <w:rFonts w:ascii="Corbel" w:hAnsi="Corbel"/>
                <w:sz w:val="24"/>
                <w:szCs w:val="24"/>
              </w:rPr>
              <w:t>–</w:t>
            </w:r>
            <w:r>
              <w:rPr>
                <w:rFonts w:ascii="Corbel" w:hAnsi="Corbel"/>
                <w:sz w:val="24"/>
                <w:szCs w:val="24"/>
              </w:rPr>
              <w:t xml:space="preserve"> ofiara</w:t>
            </w:r>
            <w:r w:rsidR="00C44C3B">
              <w:rPr>
                <w:rFonts w:ascii="Corbel" w:hAnsi="Corbel"/>
                <w:sz w:val="24"/>
                <w:szCs w:val="24"/>
              </w:rPr>
              <w:t xml:space="preserve"> – społeczność, formy i praktyki sprawiedliwości naprawczej, zalety i wady sprawiedliwości naprawczej.</w:t>
            </w:r>
          </w:p>
        </w:tc>
      </w:tr>
      <w:tr w:rsidR="00CB1F33" w:rsidRPr="009C54AE" w14:paraId="34E7A1DA" w14:textId="77777777" w:rsidTr="00F64581">
        <w:tc>
          <w:tcPr>
            <w:tcW w:w="9520" w:type="dxa"/>
          </w:tcPr>
          <w:p w14:paraId="68E85A93" w14:textId="3B174637" w:rsidR="00CB1F33" w:rsidRPr="00CB1F33" w:rsidRDefault="00CB1F33" w:rsidP="00CB1F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Modele pracy penitencjarnej: resocjalizacyjny, pomocowy, urzędowy.</w:t>
            </w:r>
          </w:p>
        </w:tc>
      </w:tr>
      <w:tr w:rsidR="00C44C3B" w:rsidRPr="009C54AE" w14:paraId="551D721C" w14:textId="77777777" w:rsidTr="00F64581">
        <w:tc>
          <w:tcPr>
            <w:tcW w:w="9520" w:type="dxa"/>
          </w:tcPr>
          <w:p w14:paraId="5F36D1DA" w14:textId="41F2064A" w:rsidR="00C44C3B" w:rsidRPr="0042053F" w:rsidRDefault="00C44C3B" w:rsidP="00CB1F3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Indywidualny Program Oddziaływań – propozycja czy obowiązek.</w:t>
            </w:r>
          </w:p>
        </w:tc>
      </w:tr>
      <w:tr w:rsidR="00CB1F33" w:rsidRPr="009C54AE" w14:paraId="40684021" w14:textId="77777777" w:rsidTr="00F64581">
        <w:tc>
          <w:tcPr>
            <w:tcW w:w="9520" w:type="dxa"/>
          </w:tcPr>
          <w:p w14:paraId="5CFF1227" w14:textId="53388520" w:rsidR="00CB1F33" w:rsidRPr="00CB1F33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F33">
              <w:rPr>
                <w:rFonts w:ascii="Corbel" w:hAnsi="Corbel"/>
                <w:sz w:val="24"/>
              </w:rPr>
              <w:t xml:space="preserve">Rola rodziny </w:t>
            </w:r>
            <w:r w:rsidR="00C44C3B">
              <w:rPr>
                <w:rFonts w:ascii="Corbel" w:hAnsi="Corbel"/>
                <w:sz w:val="24"/>
              </w:rPr>
              <w:t xml:space="preserve">i jej znaczenie </w:t>
            </w:r>
            <w:r w:rsidRPr="00CB1F33">
              <w:rPr>
                <w:rFonts w:ascii="Corbel" w:hAnsi="Corbel"/>
                <w:sz w:val="24"/>
              </w:rPr>
              <w:t>w procesie resocjalizacji penitencjarnej.</w:t>
            </w:r>
            <w:r w:rsidR="00FD709C">
              <w:rPr>
                <w:rFonts w:ascii="Corbel" w:hAnsi="Corbel"/>
                <w:sz w:val="24"/>
              </w:rPr>
              <w:t xml:space="preserve"> </w:t>
            </w:r>
            <w:r w:rsidR="005E51A4" w:rsidRPr="005E51A4">
              <w:rPr>
                <w:rFonts w:ascii="Corbel" w:hAnsi="Corbel"/>
                <w:sz w:val="24"/>
              </w:rPr>
              <w:t>Standardy, rozwiązania prawne regulujące postępowanie penitencjarne w obszarze podtrzymywania i wzmacniania więzi osadzonych z ich dziećmi</w:t>
            </w:r>
            <w:r w:rsidR="005E51A4">
              <w:rPr>
                <w:rFonts w:ascii="Corbel" w:hAnsi="Corbel"/>
                <w:sz w:val="24"/>
              </w:rPr>
              <w:t>.</w:t>
            </w:r>
          </w:p>
        </w:tc>
      </w:tr>
      <w:tr w:rsidR="00CB1F33" w:rsidRPr="009C54AE" w14:paraId="5C97E46E" w14:textId="77777777" w:rsidTr="00F64581">
        <w:tc>
          <w:tcPr>
            <w:tcW w:w="9520" w:type="dxa"/>
          </w:tcPr>
          <w:p w14:paraId="7A710348" w14:textId="622CCD4F" w:rsidR="00CB1F33" w:rsidRPr="0042053F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>Duszpasterstwo więzienne i jego znaczenie w procesie resocjalizacji penitencjarnej.</w:t>
            </w:r>
          </w:p>
        </w:tc>
      </w:tr>
      <w:tr w:rsidR="00CB1F33" w:rsidRPr="009C54AE" w14:paraId="5D41CCEF" w14:textId="77777777" w:rsidTr="00F64581">
        <w:tc>
          <w:tcPr>
            <w:tcW w:w="9520" w:type="dxa"/>
          </w:tcPr>
          <w:p w14:paraId="63415AB5" w14:textId="172548CC" w:rsidR="00CB1F33" w:rsidRPr="0042053F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Praca i jej znaczenie w procesie resocjalizacji penitencjarnej.</w:t>
            </w:r>
          </w:p>
        </w:tc>
      </w:tr>
      <w:tr w:rsidR="00C44C3B" w:rsidRPr="009C54AE" w14:paraId="36CDC171" w14:textId="77777777" w:rsidTr="00F64581">
        <w:tc>
          <w:tcPr>
            <w:tcW w:w="9520" w:type="dxa"/>
          </w:tcPr>
          <w:p w14:paraId="23741170" w14:textId="42EBCF59" w:rsidR="00C44C3B" w:rsidRDefault="00C44C3B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Wybrane aspekty wykonywania kary pozbawienia wolności w systemie </w:t>
            </w:r>
            <w:r w:rsidR="000529B7">
              <w:rPr>
                <w:rFonts w:ascii="Corbel" w:hAnsi="Corbel"/>
                <w:sz w:val="24"/>
              </w:rPr>
              <w:t>terapeutycznym.</w:t>
            </w:r>
          </w:p>
        </w:tc>
      </w:tr>
      <w:tr w:rsidR="00CB1F33" w:rsidRPr="009C54AE" w14:paraId="38E19090" w14:textId="77777777" w:rsidTr="00F64581">
        <w:tc>
          <w:tcPr>
            <w:tcW w:w="9520" w:type="dxa"/>
          </w:tcPr>
          <w:p w14:paraId="405FDE57" w14:textId="77777777" w:rsidR="00CB1F33" w:rsidRPr="0042053F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 w:rsidRPr="0042053F">
              <w:rPr>
                <w:rFonts w:ascii="Corbel" w:hAnsi="Corbel"/>
                <w:sz w:val="24"/>
              </w:rPr>
              <w:t>Twórcza resocjalizacja w procesie oddziaływań penitencjarnych.</w:t>
            </w:r>
          </w:p>
        </w:tc>
      </w:tr>
      <w:tr w:rsidR="00CB1F33" w:rsidRPr="009C54AE" w14:paraId="3391ECFF" w14:textId="77777777" w:rsidTr="00F64581">
        <w:tc>
          <w:tcPr>
            <w:tcW w:w="9520" w:type="dxa"/>
          </w:tcPr>
          <w:p w14:paraId="4073BFCD" w14:textId="77777777" w:rsidR="00CB1F33" w:rsidRPr="0042053F" w:rsidRDefault="00CB1F33" w:rsidP="00CB1F3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053F">
              <w:rPr>
                <w:rFonts w:ascii="Corbel" w:hAnsi="Corbel"/>
                <w:sz w:val="24"/>
              </w:rPr>
              <w:t>Personel więzienny i jego funkcje. Problem stresu organizacyjnego i wypalenia zawodowego funkcjonariuszy Służby Więziennej. Powinności i kompetencje personelu penitencjarnego.</w:t>
            </w:r>
          </w:p>
        </w:tc>
      </w:tr>
    </w:tbl>
    <w:p w14:paraId="003DBE18" w14:textId="77777777"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4E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86BFA8" w14:textId="77777777"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6737170" w14:textId="77777777" w:rsidR="00F407B5" w:rsidRPr="00963682" w:rsidRDefault="00F407B5" w:rsidP="00F407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Wykład:</w:t>
      </w:r>
      <w:r w:rsidRPr="00963682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14:paraId="75D3B49E" w14:textId="4CD13DD3" w:rsidR="00E96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14:paraId="123DA025" w14:textId="77777777" w:rsidR="0020734B" w:rsidRPr="0042053F" w:rsidRDefault="0020734B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51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0D29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12E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14:paraId="4241DBC5" w14:textId="77777777" w:rsidTr="009934CC">
        <w:tc>
          <w:tcPr>
            <w:tcW w:w="1985" w:type="dxa"/>
            <w:vAlign w:val="center"/>
          </w:tcPr>
          <w:p w14:paraId="796BF5C8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C0FF07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0495AC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EEB111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B9AE3" w14:textId="022CF97C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173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14:paraId="29C53794" w14:textId="77777777" w:rsidTr="009934CC">
        <w:tc>
          <w:tcPr>
            <w:tcW w:w="1985" w:type="dxa"/>
          </w:tcPr>
          <w:p w14:paraId="7398DE38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91F963" w14:textId="77777777" w:rsidR="00963682" w:rsidRPr="00C542A5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D192C4C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1EA0725D" w14:textId="77777777" w:rsidTr="009934CC">
        <w:tc>
          <w:tcPr>
            <w:tcW w:w="1985" w:type="dxa"/>
          </w:tcPr>
          <w:p w14:paraId="0DF1E5B0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0537E7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273E5DC7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20757CE1" w14:textId="77777777" w:rsidTr="009934CC">
        <w:tc>
          <w:tcPr>
            <w:tcW w:w="1985" w:type="dxa"/>
          </w:tcPr>
          <w:p w14:paraId="0C500FD0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B509D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73D07DC2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9C54AE" w14:paraId="6F1B0FDB" w14:textId="77777777" w:rsidTr="009934CC">
        <w:tc>
          <w:tcPr>
            <w:tcW w:w="1985" w:type="dxa"/>
          </w:tcPr>
          <w:p w14:paraId="564491E3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F9D9C9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egzamin pisemny, ocena wypowiedzi w dyskusji</w:t>
            </w:r>
          </w:p>
        </w:tc>
        <w:tc>
          <w:tcPr>
            <w:tcW w:w="2126" w:type="dxa"/>
          </w:tcPr>
          <w:p w14:paraId="7C8E0321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48EDB04E" w14:textId="77777777" w:rsidTr="009934CC">
        <w:tc>
          <w:tcPr>
            <w:tcW w:w="1985" w:type="dxa"/>
          </w:tcPr>
          <w:p w14:paraId="7C3C42F6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E1C1B1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25D0738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7A9CCB4E" w14:textId="77777777" w:rsidTr="009934CC">
        <w:tc>
          <w:tcPr>
            <w:tcW w:w="1985" w:type="dxa"/>
          </w:tcPr>
          <w:p w14:paraId="61917022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387B35A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27F845DC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9C54AE" w14:paraId="2F27DC2A" w14:textId="77777777" w:rsidTr="009934CC">
        <w:tc>
          <w:tcPr>
            <w:tcW w:w="1985" w:type="dxa"/>
          </w:tcPr>
          <w:p w14:paraId="6C306CFD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8D21748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14:paraId="4ED3D1E3" w14:textId="77777777" w:rsidR="00963682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73603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0D484" w14:textId="77777777"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25A1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B7E881" w14:textId="77777777" w:rsidTr="00923D7D">
        <w:tc>
          <w:tcPr>
            <w:tcW w:w="9670" w:type="dxa"/>
          </w:tcPr>
          <w:p w14:paraId="56BAF567" w14:textId="3972EAFD" w:rsidR="00985096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A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ktywny udział studenta w zajęciach</w:t>
            </w:r>
            <w:r>
              <w:rPr>
                <w:rFonts w:ascii="Corbel" w:hAnsi="Corbel"/>
                <w:color w:val="000000"/>
                <w:sz w:val="24"/>
              </w:rPr>
              <w:t>.</w:t>
            </w:r>
          </w:p>
          <w:p w14:paraId="08ADBE1C" w14:textId="2CF982EF" w:rsidR="000A518D" w:rsidRPr="00963682" w:rsidRDefault="000A518D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Obecność</w:t>
            </w:r>
            <w:r w:rsidR="002009F9">
              <w:rPr>
                <w:rFonts w:ascii="Corbel" w:hAnsi="Corbel"/>
                <w:color w:val="000000"/>
                <w:sz w:val="24"/>
              </w:rPr>
              <w:t xml:space="preserve"> studenta na zajęciach</w:t>
            </w:r>
            <w:r w:rsidR="0020734B">
              <w:rPr>
                <w:rFonts w:ascii="Corbel" w:hAnsi="Corbel"/>
                <w:color w:val="000000"/>
                <w:sz w:val="24"/>
              </w:rPr>
              <w:t>.</w:t>
            </w:r>
          </w:p>
          <w:p w14:paraId="5D65422A" w14:textId="77777777" w:rsidR="00985096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kolokwium (w zakresie ćwiczeń</w:t>
            </w:r>
            <w:r w:rsidR="00985096" w:rsidRPr="00963682">
              <w:rPr>
                <w:rFonts w:ascii="Corbel" w:hAnsi="Corbel"/>
                <w:color w:val="000000"/>
              </w:rPr>
              <w:t>)</w:t>
            </w:r>
            <w:r w:rsidRPr="00963682">
              <w:rPr>
                <w:rFonts w:ascii="Corbel" w:hAnsi="Corbel"/>
                <w:color w:val="000000"/>
              </w:rPr>
              <w:t>.</w:t>
            </w:r>
          </w:p>
          <w:p w14:paraId="10A8259E" w14:textId="3FA8E11F" w:rsidR="0085747A" w:rsidRPr="00963682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  <w:r>
              <w:rPr>
                <w:rFonts w:ascii="Corbel" w:hAnsi="Corbel"/>
                <w:color w:val="000000"/>
                <w:sz w:val="24"/>
              </w:rPr>
              <w:t>P</w:t>
            </w:r>
            <w:r w:rsidR="00985096" w:rsidRPr="00963682">
              <w:rPr>
                <w:rFonts w:ascii="Corbel" w:hAnsi="Corbel"/>
                <w:color w:val="000000"/>
                <w:sz w:val="24"/>
              </w:rPr>
              <w:t>ozytywna ocena z egzaminu pisemnego</w:t>
            </w:r>
            <w:r w:rsidR="0020734B">
              <w:rPr>
                <w:rFonts w:ascii="Corbel" w:hAnsi="Corbel"/>
                <w:color w:val="000000"/>
                <w:sz w:val="24"/>
              </w:rPr>
              <w:t xml:space="preserve"> (w zakresie ćwiczeń i wykładów).</w:t>
            </w:r>
          </w:p>
        </w:tc>
      </w:tr>
    </w:tbl>
    <w:p w14:paraId="335F6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BA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61F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5B4098D" w14:textId="77777777" w:rsidTr="00043CC2">
        <w:tc>
          <w:tcPr>
            <w:tcW w:w="4901" w:type="dxa"/>
            <w:vAlign w:val="center"/>
          </w:tcPr>
          <w:p w14:paraId="5695D8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D926E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14:paraId="00348C71" w14:textId="77777777" w:rsidTr="002839C3">
        <w:tc>
          <w:tcPr>
            <w:tcW w:w="4901" w:type="dxa"/>
          </w:tcPr>
          <w:p w14:paraId="66DF23F6" w14:textId="30FB2D49" w:rsidR="00043CC2" w:rsidRPr="009C54AE" w:rsidRDefault="00043CC2" w:rsidP="009D151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7387FC" w14:textId="1E6FF1AB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043CC2" w:rsidRPr="009C54AE" w14:paraId="5ABFB70E" w14:textId="77777777" w:rsidTr="002839C3">
        <w:tc>
          <w:tcPr>
            <w:tcW w:w="4901" w:type="dxa"/>
          </w:tcPr>
          <w:p w14:paraId="7AFC7FDF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C29063" w14:textId="49DFFCBC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516510">
              <w:rPr>
                <w:rFonts w:ascii="Corbel" w:hAnsi="Corbel"/>
                <w:sz w:val="24"/>
                <w:szCs w:val="24"/>
              </w:rPr>
              <w:t xml:space="preserve"> w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160073">
              <w:rPr>
                <w:rFonts w:ascii="Corbel" w:hAnsi="Corbel"/>
                <w:sz w:val="24"/>
                <w:szCs w:val="24"/>
              </w:rPr>
              <w:t xml:space="preserve">w </w:t>
            </w:r>
            <w:r w:rsidRPr="009C54AE">
              <w:rPr>
                <w:rFonts w:ascii="Corbel" w:hAnsi="Corbel"/>
                <w:sz w:val="24"/>
                <w:szCs w:val="24"/>
              </w:rPr>
              <w:t>egzaminie)</w:t>
            </w:r>
          </w:p>
        </w:tc>
        <w:tc>
          <w:tcPr>
            <w:tcW w:w="4619" w:type="dxa"/>
            <w:vAlign w:val="center"/>
          </w:tcPr>
          <w:p w14:paraId="1A2A104A" w14:textId="4F7F92C4" w:rsidR="00043CC2" w:rsidRPr="00353D99" w:rsidRDefault="00701E86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43CC2" w:rsidRPr="009C54AE" w14:paraId="45831D0E" w14:textId="77777777" w:rsidTr="002839C3">
        <w:tc>
          <w:tcPr>
            <w:tcW w:w="4901" w:type="dxa"/>
          </w:tcPr>
          <w:p w14:paraId="07DE7B91" w14:textId="3D265763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D6DDE">
              <w:rPr>
                <w:rFonts w:ascii="Corbel" w:hAnsi="Corbel"/>
                <w:sz w:val="24"/>
                <w:szCs w:val="24"/>
              </w:rPr>
              <w:t xml:space="preserve"> </w:t>
            </w:r>
            <w:r w:rsidR="003459DC">
              <w:rPr>
                <w:rFonts w:ascii="Corbel" w:hAnsi="Corbel"/>
                <w:sz w:val="24"/>
                <w:szCs w:val="24"/>
              </w:rPr>
              <w:t>do kolokwium,</w:t>
            </w:r>
            <w:r w:rsidR="005D6DDE">
              <w:rPr>
                <w:rFonts w:ascii="Corbel" w:hAnsi="Corbel"/>
                <w:sz w:val="24"/>
                <w:szCs w:val="24"/>
              </w:rPr>
              <w:t xml:space="preserve">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9" w:type="dxa"/>
            <w:vAlign w:val="center"/>
          </w:tcPr>
          <w:p w14:paraId="7D37173B" w14:textId="48F96A33" w:rsidR="00043CC2" w:rsidRPr="00353D99" w:rsidRDefault="000A518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7</w:t>
            </w:r>
            <w:r w:rsidR="00701E86">
              <w:rPr>
                <w:rFonts w:ascii="Corbel" w:hAnsi="Corbel"/>
              </w:rPr>
              <w:t>0</w:t>
            </w:r>
          </w:p>
        </w:tc>
      </w:tr>
      <w:tr w:rsidR="00043CC2" w:rsidRPr="009C54AE" w14:paraId="4A11C047" w14:textId="77777777" w:rsidTr="002839C3">
        <w:tc>
          <w:tcPr>
            <w:tcW w:w="4901" w:type="dxa"/>
          </w:tcPr>
          <w:p w14:paraId="51FE8E3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2DA26537" w14:textId="0F07CDE8" w:rsidR="00043CC2" w:rsidRPr="00353D99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>1</w:t>
            </w:r>
            <w:r w:rsidR="000A518D">
              <w:rPr>
                <w:rFonts w:ascii="Corbel" w:hAnsi="Corbel"/>
              </w:rPr>
              <w:t>25</w:t>
            </w:r>
          </w:p>
        </w:tc>
      </w:tr>
      <w:tr w:rsidR="00043CC2" w:rsidRPr="009C54AE" w14:paraId="12848097" w14:textId="77777777" w:rsidTr="002839C3">
        <w:tc>
          <w:tcPr>
            <w:tcW w:w="4901" w:type="dxa"/>
          </w:tcPr>
          <w:p w14:paraId="260A40B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2611C38" w14:textId="06A28C2D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</w:t>
            </w:r>
          </w:p>
        </w:tc>
      </w:tr>
    </w:tbl>
    <w:p w14:paraId="0045D8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lastRenderedPageBreak/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D1B49" w14:textId="77777777" w:rsidR="00C5585B" w:rsidRPr="009C54AE" w:rsidRDefault="00C558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386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FC22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F2EF8D" w14:textId="77777777" w:rsidTr="00043CC2">
        <w:trPr>
          <w:trHeight w:val="397"/>
        </w:trPr>
        <w:tc>
          <w:tcPr>
            <w:tcW w:w="3544" w:type="dxa"/>
          </w:tcPr>
          <w:p w14:paraId="79B7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AB95B5E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14:paraId="304054C6" w14:textId="77777777" w:rsidTr="00043CC2">
        <w:trPr>
          <w:trHeight w:val="397"/>
        </w:trPr>
        <w:tc>
          <w:tcPr>
            <w:tcW w:w="3544" w:type="dxa"/>
          </w:tcPr>
          <w:p w14:paraId="29DCDC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8F9550B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14:paraId="2F00F83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3FFA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</w:t>
      </w:r>
      <w:r w:rsidRPr="000A518D">
        <w:rPr>
          <w:rFonts w:ascii="Corbel" w:hAnsi="Corbel"/>
          <w:smallCaps w:val="0"/>
          <w:szCs w:val="24"/>
        </w:rPr>
        <w:t xml:space="preserve">. </w:t>
      </w:r>
      <w:r w:rsidR="0085747A" w:rsidRPr="000A518D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9DF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C54AE" w14:paraId="47C5C1B5" w14:textId="77777777" w:rsidTr="0071620A">
        <w:trPr>
          <w:trHeight w:val="397"/>
        </w:trPr>
        <w:tc>
          <w:tcPr>
            <w:tcW w:w="7513" w:type="dxa"/>
          </w:tcPr>
          <w:p w14:paraId="56720500" w14:textId="77777777"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51AEB28A" w14:textId="1BA2AE5D" w:rsidR="0012456C" w:rsidRDefault="00E747CE" w:rsidP="008F6E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="008F6EB9"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E747CE">
              <w:rPr>
                <w:rFonts w:ascii="Corbel" w:hAnsi="Corbel"/>
                <w:sz w:val="24"/>
                <w:szCs w:val="24"/>
              </w:rPr>
              <w:t xml:space="preserve"> (red.), </w:t>
            </w:r>
            <w:r w:rsidRPr="00E747CE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</w:t>
            </w:r>
            <w:r w:rsidRPr="00E747CE">
              <w:rPr>
                <w:rFonts w:ascii="Corbel" w:hAnsi="Corbel"/>
                <w:sz w:val="24"/>
                <w:szCs w:val="24"/>
              </w:rPr>
              <w:t xml:space="preserve"> z serii Patologia społeczna, wyd. Uniwersytet Rzeszowski, Rzeszów 2016</w:t>
            </w:r>
            <w:r w:rsidR="008F6EB9">
              <w:rPr>
                <w:rFonts w:ascii="Corbel" w:hAnsi="Corbel"/>
                <w:sz w:val="24"/>
                <w:szCs w:val="24"/>
              </w:rPr>
              <w:t>.</w:t>
            </w:r>
          </w:p>
          <w:p w14:paraId="75F90CD8" w14:textId="7912352A" w:rsidR="0012456C" w:rsidRPr="0012456C" w:rsidRDefault="00975FCA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2456C" w:rsidRPr="0012456C">
              <w:rPr>
                <w:rFonts w:ascii="Corbel" w:hAnsi="Corbel"/>
                <w:i/>
                <w:iCs/>
                <w:sz w:val="24"/>
                <w:szCs w:val="24"/>
              </w:rPr>
              <w:t>Poczucie sensu życia wśród osadzonych odbywających kary długoterminowe a ich uczestnictwo w programach podtrzymujących więź z rodziną</w:t>
            </w:r>
            <w:r w:rsidRPr="00975FCA">
              <w:rPr>
                <w:rFonts w:ascii="Corbel" w:hAnsi="Corbel"/>
                <w:sz w:val="24"/>
                <w:szCs w:val="24"/>
              </w:rPr>
              <w:t xml:space="preserve"> </w:t>
            </w:r>
            <w:r w:rsidR="0012456C" w:rsidRPr="0012456C">
              <w:rPr>
                <w:rFonts w:ascii="Corbel" w:hAnsi="Corbel"/>
                <w:sz w:val="24"/>
                <w:szCs w:val="24"/>
              </w:rPr>
              <w:t>[w:] PEDAGOGIA OJCOSTWA. Nr 2/2017.</w:t>
            </w:r>
          </w:p>
          <w:p w14:paraId="6E6EA4CA" w14:textId="52526F15" w:rsidR="0012456C" w:rsidRPr="0012456C" w:rsidRDefault="00975FCA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2456C" w:rsidRPr="0012456C">
              <w:rPr>
                <w:rFonts w:ascii="Corbel" w:hAnsi="Corbel"/>
                <w:i/>
                <w:iCs/>
                <w:sz w:val="24"/>
                <w:szCs w:val="24"/>
              </w:rPr>
              <w:t>Więź z rodziną i jej znaczenie w procesie inkluzji społecznej z perspektywy osadzonych kobiet odbywających kary długoterminowe </w:t>
            </w:r>
            <w:r w:rsidR="0012456C" w:rsidRPr="0012456C">
              <w:rPr>
                <w:rFonts w:ascii="Corbel" w:hAnsi="Corbel"/>
                <w:sz w:val="24"/>
                <w:szCs w:val="24"/>
              </w:rPr>
              <w:t>[w:] PROBACJA. Nr 3/2017.</w:t>
            </w:r>
          </w:p>
          <w:p w14:paraId="25B4CFFF" w14:textId="2D01CD41" w:rsidR="0012456C" w:rsidRPr="0012456C" w:rsidRDefault="00975FCA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2456C" w:rsidRPr="0012456C">
              <w:rPr>
                <w:rFonts w:ascii="Corbel" w:hAnsi="Corbel"/>
                <w:i/>
                <w:iCs/>
                <w:sz w:val="24"/>
                <w:szCs w:val="24"/>
              </w:rPr>
              <w:t>Podtrzymywanie więzi z rodziną a readaptacja społeczna z perspektywy więźniów długoterminowych posiadających dzieci w wieku do 15 roku życia</w:t>
            </w:r>
            <w:r w:rsidR="0012456C" w:rsidRPr="0012456C">
              <w:rPr>
                <w:rFonts w:ascii="Corbel" w:hAnsi="Corbel"/>
                <w:sz w:val="24"/>
                <w:szCs w:val="24"/>
              </w:rPr>
              <w:t xml:space="preserve"> [w:] PEDAGOGIKA. Zeszyty Naukowe Uniwersytetu Humanistyczno-Przyrodniczego im. Jana Długosza w Częstochowie. Nr 1/2018.</w:t>
            </w:r>
          </w:p>
          <w:p w14:paraId="249C31CB" w14:textId="3CCBC0EC" w:rsidR="0012456C" w:rsidRPr="0012456C" w:rsidRDefault="009E52FF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12456C" w:rsidRPr="0012456C">
              <w:rPr>
                <w:rFonts w:ascii="Corbel" w:hAnsi="Corbel"/>
                <w:i/>
                <w:iCs/>
                <w:sz w:val="24"/>
                <w:szCs w:val="24"/>
              </w:rPr>
              <w:t>Rodzice i ich dzieci w przestrzeni penitencjarnej z perspektywy zasady indywidualizacji oraz procesu reintegracji społecznej</w:t>
            </w:r>
            <w:r w:rsidR="0012456C" w:rsidRPr="0012456C">
              <w:rPr>
                <w:rFonts w:ascii="Corbel" w:hAnsi="Corbel"/>
                <w:sz w:val="24"/>
                <w:szCs w:val="24"/>
              </w:rPr>
              <w:t> [w:] PROBACJA. Nr 1/2018</w:t>
            </w:r>
            <w:r w:rsidR="00975FCA" w:rsidRPr="00975FCA">
              <w:rPr>
                <w:rFonts w:ascii="Corbel" w:hAnsi="Corbel"/>
                <w:sz w:val="24"/>
                <w:szCs w:val="24"/>
              </w:rPr>
              <w:t>.</w:t>
            </w:r>
          </w:p>
          <w:p w14:paraId="077B4C1C" w14:textId="0A497499" w:rsidR="00975FCA" w:rsidRPr="00975FCA" w:rsidRDefault="009E52FF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75FCA" w:rsidRPr="00975FCA">
              <w:rPr>
                <w:rFonts w:ascii="Corbel" w:hAnsi="Corbel"/>
                <w:i/>
                <w:iCs/>
                <w:sz w:val="24"/>
                <w:szCs w:val="24"/>
              </w:rPr>
              <w:t>Ku reintegracji. Rodzina w perspektywie procesu indywidualizacji oddziaływań penitencjarnych wobec osób odbywających kary długoterminowe</w:t>
            </w:r>
            <w:r w:rsidR="00975FCA" w:rsidRPr="00975FCA">
              <w:rPr>
                <w:rFonts w:ascii="Corbel" w:hAnsi="Corbel"/>
                <w:sz w:val="24"/>
                <w:szCs w:val="24"/>
              </w:rPr>
              <w:t> [w:] ETHOS, ROK 31 2018 NR 2(122).</w:t>
            </w:r>
          </w:p>
          <w:p w14:paraId="20237D74" w14:textId="584C10B7" w:rsidR="00975FCA" w:rsidRPr="00975FCA" w:rsidRDefault="009E52FF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</w:t>
            </w:r>
            <w:r w:rsidRPr="009E52FF">
              <w:rPr>
                <w:rFonts w:ascii="Corbel" w:hAnsi="Corbel"/>
                <w:i/>
                <w:iCs/>
                <w:sz w:val="24"/>
                <w:szCs w:val="24"/>
              </w:rPr>
              <w:t xml:space="preserve">., </w:t>
            </w:r>
            <w:r w:rsidR="00975FCA" w:rsidRPr="00975FCA">
              <w:rPr>
                <w:rFonts w:ascii="Corbel" w:hAnsi="Corbel"/>
                <w:i/>
                <w:iCs/>
                <w:sz w:val="24"/>
                <w:szCs w:val="24"/>
              </w:rPr>
              <w:t>Penologiczne Kopciuszki - sytuacja dziecka w rodzinie naznaczonej piętnem uwięzienia z perspektywy rodziców odbywających kary długoterminowe</w:t>
            </w:r>
            <w:r w:rsidR="00975FCA" w:rsidRPr="00975FCA">
              <w:rPr>
                <w:rFonts w:ascii="Corbel" w:hAnsi="Corbel"/>
                <w:sz w:val="24"/>
                <w:szCs w:val="24"/>
              </w:rPr>
              <w:t> [w:] DZIECKO KRZYWDZONE. Vol. 18, Nr 4/2019.</w:t>
            </w:r>
          </w:p>
          <w:p w14:paraId="0C909639" w14:textId="4A38E19E" w:rsidR="00975FCA" w:rsidRPr="00975FCA" w:rsidRDefault="009E52FF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75FCA" w:rsidRPr="00975FCA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</w:t>
            </w:r>
            <w:r w:rsidR="00975FCA" w:rsidRPr="00975FCA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33(4)/2020.</w:t>
            </w:r>
          </w:p>
          <w:p w14:paraId="21DFBC56" w14:textId="73A16EA3" w:rsidR="00975FCA" w:rsidRPr="00975FCA" w:rsidRDefault="009E52FF" w:rsidP="00975F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747CE">
              <w:rPr>
                <w:rFonts w:ascii="Corbel" w:hAnsi="Corbel"/>
                <w:sz w:val="24"/>
                <w:szCs w:val="24"/>
              </w:rPr>
              <w:t>Badowska-Hodyr</w:t>
            </w:r>
            <w:r w:rsidRPr="008F6EB9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975FCA" w:rsidRPr="00975FCA">
              <w:rPr>
                <w:rFonts w:ascii="Corbel" w:hAnsi="Corbel"/>
                <w:i/>
                <w:iCs/>
                <w:sz w:val="24"/>
                <w:szCs w:val="24"/>
              </w:rPr>
              <w:t>Kobieta w izolacji więziennej - wybrane aspekty z perspektywy matek odbywających kary długoterminowe</w:t>
            </w:r>
            <w:r w:rsidR="00975FCA" w:rsidRPr="00975FCA">
              <w:rPr>
                <w:rFonts w:ascii="Corbel" w:hAnsi="Corbel"/>
                <w:sz w:val="24"/>
                <w:szCs w:val="24"/>
              </w:rPr>
              <w:t> [w:] Polski System Penitencjarny w stulecie odzyskania niepodległości. VI Kongres Penitencjarny, red. T. Bulenda, A. Nawój-Śleszyński, Centralny Zarząd Służby Więziennej, Polskie Towarzystwo Penitencjarne, Warszawa 2020.</w:t>
            </w:r>
          </w:p>
          <w:p w14:paraId="275B2C25" w14:textId="3D5DBE76" w:rsidR="0012456C" w:rsidRPr="00E747CE" w:rsidRDefault="009B1DA6" w:rsidP="008F6EB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proofErr w:type="spellStart"/>
            <w:r w:rsidRPr="009B1DA6">
              <w:rPr>
                <w:rFonts w:ascii="Corbel" w:hAnsi="Corbel"/>
                <w:i/>
                <w:iCs/>
                <w:sz w:val="24"/>
                <w:szCs w:val="24"/>
              </w:rPr>
              <w:t>What</w:t>
            </w:r>
            <w:proofErr w:type="spellEnd"/>
            <w:r w:rsidRPr="009B1DA6">
              <w:rPr>
                <w:rFonts w:ascii="Corbel" w:hAnsi="Corbel"/>
                <w:i/>
                <w:iCs/>
                <w:sz w:val="24"/>
                <w:szCs w:val="24"/>
              </w:rPr>
              <w:t xml:space="preserve"> Works? Wolność – godność – tożsamość fenomenem w kontekście pracy z więźniami odbywającymi karę dożywotniego pozbawienia wolności</w:t>
            </w:r>
            <w:r w:rsidRPr="009B1DA6">
              <w:rPr>
                <w:rFonts w:ascii="Corbel" w:hAnsi="Corbel"/>
                <w:sz w:val="24"/>
                <w:szCs w:val="24"/>
              </w:rPr>
              <w:t xml:space="preserve"> [w:] Dożywotni więźniowie. Najgorsi z najgorszych i źli stale, red. M. </w:t>
            </w:r>
            <w:proofErr w:type="spellStart"/>
            <w:r w:rsidRPr="009B1DA6"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 w:rsidRPr="009B1DA6">
              <w:rPr>
                <w:rFonts w:ascii="Corbel" w:hAnsi="Corbel"/>
                <w:sz w:val="24"/>
                <w:szCs w:val="24"/>
              </w:rPr>
              <w:t>, J. Klimczak, Wydawnictwa Uniwersytetu Warszawskiego, Warszawa 2022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6F36AF2F" w14:textId="6DF4519D" w:rsidR="00B80FE8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lastRenderedPageBreak/>
              <w:t xml:space="preserve">Ciosek M., Pastwa-Wojciechowska B., </w:t>
            </w:r>
            <w:r w:rsidRPr="008F6EB9">
              <w:rPr>
                <w:rFonts w:ascii="Corbel" w:hAnsi="Corbel"/>
                <w:sz w:val="24"/>
                <w:szCs w:val="24"/>
              </w:rPr>
              <w:t>Psychologia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 p</w:t>
            </w:r>
            <w:r w:rsidR="00963682">
              <w:rPr>
                <w:rFonts w:ascii="Corbel" w:hAnsi="Corbel"/>
                <w:i/>
                <w:sz w:val="24"/>
                <w:szCs w:val="24"/>
              </w:rPr>
              <w:t>enitencjarna</w:t>
            </w:r>
            <w:r w:rsidR="002E5818"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14:paraId="4C9B5743" w14:textId="21626521" w:rsidR="00957EC0" w:rsidRPr="00B40C9D" w:rsidRDefault="00957EC0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Ciosek M., </w:t>
            </w:r>
            <w:r w:rsidR="00B40C9D">
              <w:rPr>
                <w:rFonts w:ascii="Corbel" w:hAnsi="Corbel"/>
                <w:i/>
                <w:iCs/>
                <w:sz w:val="24"/>
                <w:szCs w:val="24"/>
              </w:rPr>
              <w:t xml:space="preserve">Psychologia sądowa i penitencjarna. </w:t>
            </w:r>
            <w:r w:rsidR="00B40C9D">
              <w:rPr>
                <w:rFonts w:ascii="Corbel" w:hAnsi="Corbel"/>
                <w:sz w:val="24"/>
                <w:szCs w:val="24"/>
              </w:rPr>
              <w:t xml:space="preserve">Wydawnictwa Prawnicze PWN, </w:t>
            </w:r>
            <w:r w:rsidR="008E56DA">
              <w:rPr>
                <w:rFonts w:ascii="Corbel" w:hAnsi="Corbel"/>
                <w:sz w:val="24"/>
                <w:szCs w:val="24"/>
              </w:rPr>
              <w:t>Warszawa 2001.</w:t>
            </w:r>
          </w:p>
          <w:p w14:paraId="3EBE608F" w14:textId="5FA9AD80" w:rsidR="00A14E4F" w:rsidRPr="000857F0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Kobieta w więzieniu i jej resocjalizacja – zamierzenia </w:t>
            </w:r>
            <w:r w:rsidR="00B97C71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 rzeczywistość. </w:t>
            </w:r>
            <w:r>
              <w:rPr>
                <w:rFonts w:ascii="Corbel" w:hAnsi="Corbel"/>
                <w:sz w:val="24"/>
                <w:szCs w:val="24"/>
              </w:rPr>
              <w:t>Wydawnictwo Naukowe UAM, Poznań 2013.</w:t>
            </w:r>
          </w:p>
          <w:p w14:paraId="288B2159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7C8B0D2C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Ejchart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-Dubois M.,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Rzepliński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Dożywotnie pozbawienie wolności. Zabójca, jego zbrodnia i kara.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C.H.Beck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2017.</w:t>
            </w:r>
          </w:p>
          <w:p w14:paraId="7D8559E0" w14:textId="77777777" w:rsidR="00A14E4F" w:rsidRPr="005D1920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Klimczak J.,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 (red.),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Kryminologia zła. Dożywotnie więzienie okiem ekspertów. </w:t>
            </w:r>
            <w:r>
              <w:rPr>
                <w:rFonts w:ascii="Corbel" w:hAnsi="Corbel"/>
                <w:sz w:val="24"/>
                <w:szCs w:val="24"/>
              </w:rPr>
              <w:t>Wydawnictwa Uniwersytetu Warszawskiego, Warszawa2020.</w:t>
            </w:r>
          </w:p>
          <w:p w14:paraId="7FD5E12E" w14:textId="0B71F9C5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Postępowanie z wybranymi grupami skazanych </w:t>
            </w:r>
            <w:r w:rsidR="00B97C71">
              <w:rPr>
                <w:rFonts w:ascii="Corbel" w:hAnsi="Corbel"/>
                <w:i/>
                <w:sz w:val="24"/>
                <w:szCs w:val="24"/>
              </w:rPr>
              <w:br/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 polskim systemie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penitencjarnym. Aspekty prawne.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14:paraId="4B2C96D3" w14:textId="77777777" w:rsidR="00A14E4F" w:rsidRPr="00963682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Machel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H.,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Więzienie jako instytucja karna i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 resocjalizacyjna.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14:paraId="08A2F2E6" w14:textId="77777777" w:rsidR="00A14E4F" w:rsidRPr="00775657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DiG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6E4D17A7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Szaszkiewicz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Tajemnice grypserki. </w:t>
            </w:r>
            <w:r>
              <w:rPr>
                <w:rFonts w:ascii="Corbel" w:hAnsi="Corbel"/>
                <w:sz w:val="24"/>
                <w:szCs w:val="24"/>
              </w:rPr>
              <w:t>Instytut Ekspertyz Sądowych, Kraków 1997.</w:t>
            </w:r>
          </w:p>
          <w:p w14:paraId="1E91410E" w14:textId="77777777" w:rsidR="00A14E4F" w:rsidRPr="001103A9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Szymanowski T., Migdał J.,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Prawo karne wykonawcze i polityka penitencjarna. </w:t>
            </w:r>
            <w:r>
              <w:rPr>
                <w:rFonts w:ascii="Corbel" w:hAnsi="Corbel"/>
                <w:sz w:val="24"/>
                <w:szCs w:val="24"/>
              </w:rPr>
              <w:t>LEX a Wolters Kluwer business, Warszawa 2014.</w:t>
            </w:r>
          </w:p>
          <w:p w14:paraId="403C120A" w14:textId="77777777"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14:paraId="1F56E73A" w14:textId="77777777" w:rsidR="00EE1519" w:rsidRDefault="00B80FE8" w:rsidP="00EE151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63682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  <w:p w14:paraId="6CF30954" w14:textId="48CE5D2D" w:rsidR="00EE1519" w:rsidRDefault="00EE1519" w:rsidP="00EE151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t>Ustawa z dnia 6 czerwca 1997 r., Kodeks karny wykonawczy</w:t>
            </w: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Pr="00D502F2">
              <w:rPr>
                <w:rFonts w:ascii="Corbel" w:hAnsi="Corbel"/>
                <w:i/>
                <w:iCs/>
                <w:sz w:val="24"/>
                <w:szCs w:val="24"/>
              </w:rPr>
              <w:t>(t.j.: Dz. U. z 2021 r. poz. 53, 472, 1236, 2054, z 2022 r. poz. 22).</w:t>
            </w:r>
          </w:p>
          <w:p w14:paraId="4401A2A0" w14:textId="77777777" w:rsidR="00EE1519" w:rsidRPr="002869A3" w:rsidRDefault="00EE1519" w:rsidP="00EE1519">
            <w:pPr>
              <w:spacing w:after="0" w:line="240" w:lineRule="auto"/>
              <w:rPr>
                <w:rFonts w:ascii="Corbel" w:hAnsi="Corbel"/>
                <w:i/>
                <w:iCs/>
                <w:sz w:val="24"/>
                <w:szCs w:val="24"/>
              </w:rPr>
            </w:pP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t>Zarządzenie Dyrektora Generalnego Służby Więziennej z dnia 14 kwietnia 2016 r. w sprawie szczegółowych zasad prowadzenia i organizacji pracy penitencjarnej oraz zakresów czynności funkcjonariuszy i pracowników działów penitencjarnych i terapeutycznych oraz oddziałów penitencjarnych.</w:t>
            </w:r>
          </w:p>
          <w:p w14:paraId="5B8CE8A4" w14:textId="181C68FB" w:rsidR="00EE1519" w:rsidRPr="002869A3" w:rsidRDefault="00EE1519" w:rsidP="00EE1519">
            <w:pPr>
              <w:spacing w:after="0" w:line="240" w:lineRule="auto"/>
              <w:rPr>
                <w:rFonts w:ascii="Corbel" w:hAnsi="Corbel"/>
                <w:i/>
                <w:iCs/>
                <w:szCs w:val="24"/>
              </w:rPr>
            </w:pP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t xml:space="preserve">Rozporządzenie MS z dnia 19 września 2017 r. w sprawie </w:t>
            </w: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br/>
              <w:t xml:space="preserve">Funduszu Pomocy Pokrzywdzonym oraz Pomocy Postpenitencjarnej – </w:t>
            </w:r>
            <w:r w:rsidRPr="002869A3">
              <w:rPr>
                <w:rFonts w:ascii="Corbel" w:hAnsi="Corbel"/>
                <w:i/>
                <w:iCs/>
                <w:sz w:val="24"/>
                <w:szCs w:val="24"/>
              </w:rPr>
              <w:br/>
              <w:t>Funduszu Sprawiedliwości.</w:t>
            </w:r>
          </w:p>
        </w:tc>
      </w:tr>
      <w:tr w:rsidR="0085747A" w:rsidRPr="009C54AE" w14:paraId="2EB49B51" w14:textId="77777777" w:rsidTr="0071620A">
        <w:trPr>
          <w:trHeight w:val="397"/>
        </w:trPr>
        <w:tc>
          <w:tcPr>
            <w:tcW w:w="7513" w:type="dxa"/>
          </w:tcPr>
          <w:p w14:paraId="08A50656" w14:textId="77777777" w:rsidR="00B80FE8" w:rsidRPr="00963682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99CAB55" w14:textId="77777777" w:rsidR="00A14E4F" w:rsidRDefault="00A14E4F" w:rsidP="001600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14:paraId="0A65D51E" w14:textId="77777777" w:rsidR="00A14E4F" w:rsidRPr="00E25D53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Fromm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Anatomia ludzkiej destrukcyjności. </w:t>
            </w:r>
            <w:r>
              <w:rPr>
                <w:rFonts w:ascii="Corbel" w:hAnsi="Corbel"/>
                <w:sz w:val="24"/>
                <w:szCs w:val="24"/>
              </w:rPr>
              <w:t>REBIS, Poznań 2005.</w:t>
            </w:r>
          </w:p>
          <w:p w14:paraId="7FAD8F79" w14:textId="2E87AE1E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Instytucje totalne. O pacjentach szpitali psychiatrycznych </w:t>
            </w:r>
            <w:r w:rsidR="00B97C71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i mieszkańcach innych instytucji totalnych. </w:t>
            </w:r>
            <w:r>
              <w:rPr>
                <w:rFonts w:ascii="Corbel" w:hAnsi="Corbel"/>
                <w:sz w:val="24"/>
                <w:szCs w:val="24"/>
              </w:rPr>
              <w:t>GWP, Sopot 2011.</w:t>
            </w:r>
          </w:p>
          <w:p w14:paraId="40662246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Goffman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E.,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>
              <w:rPr>
                <w:rFonts w:ascii="Corbel" w:hAnsi="Corbel"/>
                <w:sz w:val="24"/>
                <w:szCs w:val="24"/>
              </w:rPr>
              <w:t>GWP, Gdańsk 2005.</w:t>
            </w:r>
          </w:p>
          <w:p w14:paraId="293DA116" w14:textId="77777777" w:rsidR="00A14E4F" w:rsidRDefault="00A14E4F" w:rsidP="004822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Grzesiak S.,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Praca penitencjarna z więźniami seniorami</w:t>
            </w:r>
            <w:r>
              <w:rPr>
                <w:rFonts w:ascii="Corbel" w:hAnsi="Corbel"/>
                <w:i/>
                <w:sz w:val="24"/>
                <w:szCs w:val="24"/>
              </w:rPr>
              <w:t>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ATUT, Wrocław 2013.</w:t>
            </w:r>
          </w:p>
          <w:p w14:paraId="3C5991AC" w14:textId="262F8D8A" w:rsidR="00A14E4F" w:rsidRPr="00963682" w:rsidRDefault="00A14E4F" w:rsidP="001441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Konikowska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-Kuczyńska J.,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Wykonywanie kary pozbawienia wolności </w:t>
            </w:r>
            <w:r w:rsidR="00B97C71">
              <w:rPr>
                <w:rFonts w:ascii="Corbel" w:hAnsi="Corbel"/>
                <w:i/>
                <w:sz w:val="24"/>
                <w:szCs w:val="24"/>
              </w:rPr>
              <w:br/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w systemie terapeutycznym wobec skazanych uzależnionych od środków odurzających </w:t>
            </w:r>
            <w:r>
              <w:rPr>
                <w:rFonts w:ascii="Corbel" w:hAnsi="Corbel"/>
                <w:i/>
                <w:sz w:val="24"/>
                <w:szCs w:val="24"/>
              </w:rPr>
              <w:t>lub substancji psychotropowych.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963682">
              <w:rPr>
                <w:rFonts w:ascii="Corbel" w:hAnsi="Corbel"/>
                <w:sz w:val="24"/>
                <w:szCs w:val="24"/>
              </w:rPr>
              <w:t>C.H. Beck, Warszawa 2015.</w:t>
            </w:r>
          </w:p>
          <w:p w14:paraId="533654AA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Majcher S.,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Dlaczego za kratami. Poruszające historie więźniów.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Wydawnictwo WAM, Kraków 2013.</w:t>
            </w:r>
          </w:p>
          <w:p w14:paraId="665AEE26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Resocjalizacyjne programy penitencjarne realizowane przez służbę więzienną w Polsce</w:t>
            </w:r>
            <w:r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  <w:p w14:paraId="496F1354" w14:textId="77777777" w:rsidR="00A14E4F" w:rsidRDefault="00A14E4F" w:rsidP="0014411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Nawój A.,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Wykonywanie kary pozbawienia wolności w system</w:t>
            </w:r>
            <w:r>
              <w:rPr>
                <w:rFonts w:ascii="Corbel" w:hAnsi="Corbel"/>
                <w:i/>
                <w:sz w:val="24"/>
                <w:szCs w:val="24"/>
              </w:rPr>
              <w:t>ie programowanego oddziaływania.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Wydawnictwo UŁ, Łódź 2007.</w:t>
            </w:r>
          </w:p>
          <w:p w14:paraId="45454A18" w14:textId="77777777" w:rsidR="00A14E4F" w:rsidRPr="00F8499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Niewiadomska I.,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Osobowościowe uwarunkowania skutecz</w:t>
            </w:r>
            <w:r>
              <w:rPr>
                <w:rFonts w:ascii="Corbel" w:hAnsi="Corbel"/>
                <w:i/>
                <w:sz w:val="24"/>
                <w:szCs w:val="24"/>
              </w:rPr>
              <w:t>ności kary pozbawienia wolności.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KUL, Lublin 2007.</w:t>
            </w:r>
          </w:p>
          <w:p w14:paraId="0E3846A0" w14:textId="77777777" w:rsidR="00A14E4F" w:rsidRDefault="00A14E4F" w:rsidP="001600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Rzepliński A., Rzeplińska I., </w:t>
            </w:r>
            <w:proofErr w:type="spellStart"/>
            <w:r w:rsidRPr="00963682"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 w:rsidRPr="00963682">
              <w:rPr>
                <w:rFonts w:ascii="Corbel" w:hAnsi="Corbel"/>
                <w:sz w:val="24"/>
                <w:szCs w:val="24"/>
              </w:rPr>
              <w:t xml:space="preserve"> M., Wiktorowska P. (red.), </w:t>
            </w:r>
            <w:r w:rsidRPr="00963682">
              <w:rPr>
                <w:rFonts w:ascii="Corbel" w:hAnsi="Corbel"/>
                <w:i/>
                <w:sz w:val="24"/>
                <w:szCs w:val="24"/>
              </w:rPr>
              <w:t>Pozbawienie wolności – funkcje i koszty.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14:paraId="1FFA1BAE" w14:textId="77777777" w:rsidR="00A14E4F" w:rsidRDefault="00A14E4F" w:rsidP="0016007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Szczepaniak P.,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Sprawiedliwość naprawcza w resocjalizacji więźniów,</w:t>
            </w:r>
            <w:r>
              <w:rPr>
                <w:rFonts w:ascii="Corbel" w:hAnsi="Corbel"/>
                <w:sz w:val="24"/>
                <w:szCs w:val="24"/>
              </w:rPr>
              <w:t xml:space="preserve"> Wydawnictwo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UW, Warszawa 2016.</w:t>
            </w:r>
          </w:p>
          <w:p w14:paraId="5904947D" w14:textId="77777777" w:rsidR="00A14E4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Tyberski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K.,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mój brat Morderca, </w:t>
            </w:r>
            <w:r>
              <w:rPr>
                <w:rFonts w:ascii="Corbel" w:hAnsi="Corbel"/>
                <w:sz w:val="24"/>
                <w:szCs w:val="24"/>
              </w:rPr>
              <w:t xml:space="preserve">Wydawnictwo Fides, Kraków 2017. </w:t>
            </w:r>
          </w:p>
          <w:p w14:paraId="2F6AC92D" w14:textId="1FC154AE" w:rsidR="00160073" w:rsidRPr="00F8499F" w:rsidRDefault="00A14E4F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i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</w:tc>
      </w:tr>
    </w:tbl>
    <w:p w14:paraId="61B7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A01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DF87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53C5C6" w14:textId="77777777" w:rsidR="001F1EC0" w:rsidRDefault="001F1EC0" w:rsidP="00C16ABF">
      <w:pPr>
        <w:spacing w:after="0" w:line="240" w:lineRule="auto"/>
      </w:pPr>
      <w:r>
        <w:separator/>
      </w:r>
    </w:p>
  </w:endnote>
  <w:endnote w:type="continuationSeparator" w:id="0">
    <w:p w14:paraId="6A759B97" w14:textId="77777777" w:rsidR="001F1EC0" w:rsidRDefault="001F1E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95FA34" w14:textId="77777777" w:rsidR="001F1EC0" w:rsidRDefault="001F1EC0" w:rsidP="00C16ABF">
      <w:pPr>
        <w:spacing w:after="0" w:line="240" w:lineRule="auto"/>
      </w:pPr>
      <w:r>
        <w:separator/>
      </w:r>
    </w:p>
  </w:footnote>
  <w:footnote w:type="continuationSeparator" w:id="0">
    <w:p w14:paraId="52ABF80C" w14:textId="77777777" w:rsidR="001F1EC0" w:rsidRDefault="001F1EC0" w:rsidP="00C16ABF">
      <w:pPr>
        <w:spacing w:after="0" w:line="240" w:lineRule="auto"/>
      </w:pPr>
      <w:r>
        <w:continuationSeparator/>
      </w:r>
    </w:p>
  </w:footnote>
  <w:footnote w:id="1">
    <w:p w14:paraId="3B599E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05109"/>
    <w:multiLevelType w:val="multilevel"/>
    <w:tmpl w:val="3D625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2B53A3"/>
    <w:multiLevelType w:val="multilevel"/>
    <w:tmpl w:val="D8F48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E57934"/>
    <w:multiLevelType w:val="multilevel"/>
    <w:tmpl w:val="0192B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01C8"/>
    <w:rsid w:val="00042A51"/>
    <w:rsid w:val="00042D2E"/>
    <w:rsid w:val="00043CC2"/>
    <w:rsid w:val="00044C82"/>
    <w:rsid w:val="000529B7"/>
    <w:rsid w:val="00070ED6"/>
    <w:rsid w:val="000742DC"/>
    <w:rsid w:val="00077805"/>
    <w:rsid w:val="00084C12"/>
    <w:rsid w:val="000857F0"/>
    <w:rsid w:val="0009462C"/>
    <w:rsid w:val="00094B12"/>
    <w:rsid w:val="00096C46"/>
    <w:rsid w:val="000A296F"/>
    <w:rsid w:val="000A2A28"/>
    <w:rsid w:val="000A518D"/>
    <w:rsid w:val="000A6A08"/>
    <w:rsid w:val="000B192D"/>
    <w:rsid w:val="000B28EE"/>
    <w:rsid w:val="000B3E37"/>
    <w:rsid w:val="000C062C"/>
    <w:rsid w:val="000C75DD"/>
    <w:rsid w:val="000D04B0"/>
    <w:rsid w:val="000F1241"/>
    <w:rsid w:val="000F1C57"/>
    <w:rsid w:val="000F246F"/>
    <w:rsid w:val="000F5615"/>
    <w:rsid w:val="00104AFD"/>
    <w:rsid w:val="001103A9"/>
    <w:rsid w:val="0012456C"/>
    <w:rsid w:val="00124BFF"/>
    <w:rsid w:val="0012560E"/>
    <w:rsid w:val="00127108"/>
    <w:rsid w:val="00134B13"/>
    <w:rsid w:val="0014411C"/>
    <w:rsid w:val="00146BC0"/>
    <w:rsid w:val="0014700C"/>
    <w:rsid w:val="0015277C"/>
    <w:rsid w:val="00153C41"/>
    <w:rsid w:val="00154381"/>
    <w:rsid w:val="00160073"/>
    <w:rsid w:val="001640A7"/>
    <w:rsid w:val="00164FA7"/>
    <w:rsid w:val="00166A03"/>
    <w:rsid w:val="001718A7"/>
    <w:rsid w:val="0017334F"/>
    <w:rsid w:val="001737CF"/>
    <w:rsid w:val="00176083"/>
    <w:rsid w:val="001770C7"/>
    <w:rsid w:val="00192F37"/>
    <w:rsid w:val="001A0D80"/>
    <w:rsid w:val="001A70D2"/>
    <w:rsid w:val="001D657B"/>
    <w:rsid w:val="001D7B54"/>
    <w:rsid w:val="001E0209"/>
    <w:rsid w:val="001F1EC0"/>
    <w:rsid w:val="001F25E1"/>
    <w:rsid w:val="001F2CA2"/>
    <w:rsid w:val="002009F9"/>
    <w:rsid w:val="0020734B"/>
    <w:rsid w:val="002144C0"/>
    <w:rsid w:val="0022477D"/>
    <w:rsid w:val="002278A9"/>
    <w:rsid w:val="002336F9"/>
    <w:rsid w:val="0024028F"/>
    <w:rsid w:val="00244ABC"/>
    <w:rsid w:val="0025774B"/>
    <w:rsid w:val="00273107"/>
    <w:rsid w:val="00281FF2"/>
    <w:rsid w:val="002839C3"/>
    <w:rsid w:val="00285243"/>
    <w:rsid w:val="002857DE"/>
    <w:rsid w:val="002869A3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E5818"/>
    <w:rsid w:val="002E7FA3"/>
    <w:rsid w:val="002F02A3"/>
    <w:rsid w:val="002F19E9"/>
    <w:rsid w:val="002F4ABE"/>
    <w:rsid w:val="003018BA"/>
    <w:rsid w:val="0030395F"/>
    <w:rsid w:val="003043D7"/>
    <w:rsid w:val="00305C92"/>
    <w:rsid w:val="003151C5"/>
    <w:rsid w:val="003343CF"/>
    <w:rsid w:val="00334A6B"/>
    <w:rsid w:val="003459DC"/>
    <w:rsid w:val="00346FE9"/>
    <w:rsid w:val="0034759A"/>
    <w:rsid w:val="003503F6"/>
    <w:rsid w:val="003530DD"/>
    <w:rsid w:val="00363F78"/>
    <w:rsid w:val="003737C0"/>
    <w:rsid w:val="003859B1"/>
    <w:rsid w:val="003919DA"/>
    <w:rsid w:val="003A0A5B"/>
    <w:rsid w:val="003A0B36"/>
    <w:rsid w:val="003A1176"/>
    <w:rsid w:val="003A3695"/>
    <w:rsid w:val="003C0BAE"/>
    <w:rsid w:val="003D18A9"/>
    <w:rsid w:val="003D6CE2"/>
    <w:rsid w:val="003E1941"/>
    <w:rsid w:val="003E2FE6"/>
    <w:rsid w:val="003E49D5"/>
    <w:rsid w:val="003F0E40"/>
    <w:rsid w:val="003F38C0"/>
    <w:rsid w:val="00414E3C"/>
    <w:rsid w:val="004173D1"/>
    <w:rsid w:val="0042053F"/>
    <w:rsid w:val="0042244A"/>
    <w:rsid w:val="0042745A"/>
    <w:rsid w:val="00431D5C"/>
    <w:rsid w:val="004362C6"/>
    <w:rsid w:val="00437FA2"/>
    <w:rsid w:val="00445970"/>
    <w:rsid w:val="00455797"/>
    <w:rsid w:val="0045729E"/>
    <w:rsid w:val="00461EFC"/>
    <w:rsid w:val="004652C2"/>
    <w:rsid w:val="004706D1"/>
    <w:rsid w:val="00471326"/>
    <w:rsid w:val="0047598D"/>
    <w:rsid w:val="00482218"/>
    <w:rsid w:val="004840FD"/>
    <w:rsid w:val="00490F7D"/>
    <w:rsid w:val="00491678"/>
    <w:rsid w:val="00492F98"/>
    <w:rsid w:val="004968E2"/>
    <w:rsid w:val="004A3EEA"/>
    <w:rsid w:val="004A4D1F"/>
    <w:rsid w:val="004C39F3"/>
    <w:rsid w:val="004D5282"/>
    <w:rsid w:val="004E2493"/>
    <w:rsid w:val="004F1551"/>
    <w:rsid w:val="004F55A3"/>
    <w:rsid w:val="0050496F"/>
    <w:rsid w:val="0051036C"/>
    <w:rsid w:val="00513B6F"/>
    <w:rsid w:val="00516510"/>
    <w:rsid w:val="00517C63"/>
    <w:rsid w:val="00526C94"/>
    <w:rsid w:val="005363C4"/>
    <w:rsid w:val="00536BDE"/>
    <w:rsid w:val="00543ACC"/>
    <w:rsid w:val="00561E93"/>
    <w:rsid w:val="0056696D"/>
    <w:rsid w:val="00572CB8"/>
    <w:rsid w:val="00573EF9"/>
    <w:rsid w:val="005761D3"/>
    <w:rsid w:val="0058063B"/>
    <w:rsid w:val="005840BB"/>
    <w:rsid w:val="0059484D"/>
    <w:rsid w:val="005A0855"/>
    <w:rsid w:val="005A0A74"/>
    <w:rsid w:val="005A3196"/>
    <w:rsid w:val="005B062B"/>
    <w:rsid w:val="005C080F"/>
    <w:rsid w:val="005C55E5"/>
    <w:rsid w:val="005C696A"/>
    <w:rsid w:val="005D1920"/>
    <w:rsid w:val="005D41A0"/>
    <w:rsid w:val="005D6AC6"/>
    <w:rsid w:val="005D6DDE"/>
    <w:rsid w:val="005E0126"/>
    <w:rsid w:val="005E51A4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04A5"/>
    <w:rsid w:val="00670EE5"/>
    <w:rsid w:val="00671958"/>
    <w:rsid w:val="00675843"/>
    <w:rsid w:val="00696477"/>
    <w:rsid w:val="006B68B5"/>
    <w:rsid w:val="006D050F"/>
    <w:rsid w:val="006D6139"/>
    <w:rsid w:val="006E5D65"/>
    <w:rsid w:val="006F1282"/>
    <w:rsid w:val="006F1305"/>
    <w:rsid w:val="006F1FBC"/>
    <w:rsid w:val="006F31E2"/>
    <w:rsid w:val="00701E86"/>
    <w:rsid w:val="00706544"/>
    <w:rsid w:val="007072BA"/>
    <w:rsid w:val="0071620A"/>
    <w:rsid w:val="00724677"/>
    <w:rsid w:val="00725459"/>
    <w:rsid w:val="007327BD"/>
    <w:rsid w:val="00734608"/>
    <w:rsid w:val="0073655D"/>
    <w:rsid w:val="00745302"/>
    <w:rsid w:val="007461D6"/>
    <w:rsid w:val="00746EC8"/>
    <w:rsid w:val="00752E0E"/>
    <w:rsid w:val="00763BF1"/>
    <w:rsid w:val="00766FD4"/>
    <w:rsid w:val="00775657"/>
    <w:rsid w:val="0078168C"/>
    <w:rsid w:val="00787C2A"/>
    <w:rsid w:val="00790E27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800855"/>
    <w:rsid w:val="00806FB7"/>
    <w:rsid w:val="0081554D"/>
    <w:rsid w:val="0081707E"/>
    <w:rsid w:val="00822BA6"/>
    <w:rsid w:val="00824EF4"/>
    <w:rsid w:val="008449B3"/>
    <w:rsid w:val="0085747A"/>
    <w:rsid w:val="008656DF"/>
    <w:rsid w:val="008757EB"/>
    <w:rsid w:val="00882095"/>
    <w:rsid w:val="00884922"/>
    <w:rsid w:val="00885F64"/>
    <w:rsid w:val="008917F9"/>
    <w:rsid w:val="008A45F7"/>
    <w:rsid w:val="008B3A8E"/>
    <w:rsid w:val="008C0CC0"/>
    <w:rsid w:val="008C19A9"/>
    <w:rsid w:val="008C379D"/>
    <w:rsid w:val="008C4DD4"/>
    <w:rsid w:val="008C5147"/>
    <w:rsid w:val="008C5359"/>
    <w:rsid w:val="008C5363"/>
    <w:rsid w:val="008D3DFB"/>
    <w:rsid w:val="008E3D4C"/>
    <w:rsid w:val="008E56DA"/>
    <w:rsid w:val="008E64F4"/>
    <w:rsid w:val="008F12C9"/>
    <w:rsid w:val="008F6E29"/>
    <w:rsid w:val="008F6EB9"/>
    <w:rsid w:val="00916123"/>
    <w:rsid w:val="00916188"/>
    <w:rsid w:val="009218A6"/>
    <w:rsid w:val="00923D7D"/>
    <w:rsid w:val="009249C9"/>
    <w:rsid w:val="00940CFD"/>
    <w:rsid w:val="009508DF"/>
    <w:rsid w:val="00950DAC"/>
    <w:rsid w:val="00954A07"/>
    <w:rsid w:val="00957EC0"/>
    <w:rsid w:val="00963682"/>
    <w:rsid w:val="0097190E"/>
    <w:rsid w:val="00975FCA"/>
    <w:rsid w:val="00985096"/>
    <w:rsid w:val="00997F14"/>
    <w:rsid w:val="009A78D9"/>
    <w:rsid w:val="009B1DA6"/>
    <w:rsid w:val="009C1331"/>
    <w:rsid w:val="009C3987"/>
    <w:rsid w:val="009C3E31"/>
    <w:rsid w:val="009C54AE"/>
    <w:rsid w:val="009C788E"/>
    <w:rsid w:val="009D1513"/>
    <w:rsid w:val="009E3B41"/>
    <w:rsid w:val="009E52FF"/>
    <w:rsid w:val="009F2486"/>
    <w:rsid w:val="009F3C5C"/>
    <w:rsid w:val="009F4610"/>
    <w:rsid w:val="00A00ECC"/>
    <w:rsid w:val="00A14E4F"/>
    <w:rsid w:val="00A155EE"/>
    <w:rsid w:val="00A2245B"/>
    <w:rsid w:val="00A30110"/>
    <w:rsid w:val="00A36899"/>
    <w:rsid w:val="00A371F6"/>
    <w:rsid w:val="00A43BF6"/>
    <w:rsid w:val="00A53055"/>
    <w:rsid w:val="00A53AED"/>
    <w:rsid w:val="00A53FA5"/>
    <w:rsid w:val="00A54817"/>
    <w:rsid w:val="00A601C8"/>
    <w:rsid w:val="00A60799"/>
    <w:rsid w:val="00A81377"/>
    <w:rsid w:val="00A84C85"/>
    <w:rsid w:val="00A97DE1"/>
    <w:rsid w:val="00AA21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3253"/>
    <w:rsid w:val="00B06142"/>
    <w:rsid w:val="00B135B1"/>
    <w:rsid w:val="00B254F2"/>
    <w:rsid w:val="00B3130B"/>
    <w:rsid w:val="00B37245"/>
    <w:rsid w:val="00B40ADB"/>
    <w:rsid w:val="00B40C9D"/>
    <w:rsid w:val="00B43B77"/>
    <w:rsid w:val="00B43E80"/>
    <w:rsid w:val="00B607DB"/>
    <w:rsid w:val="00B66529"/>
    <w:rsid w:val="00B75946"/>
    <w:rsid w:val="00B8056E"/>
    <w:rsid w:val="00B80FE8"/>
    <w:rsid w:val="00B819C8"/>
    <w:rsid w:val="00B82308"/>
    <w:rsid w:val="00B90885"/>
    <w:rsid w:val="00B959E1"/>
    <w:rsid w:val="00B97C71"/>
    <w:rsid w:val="00B97E58"/>
    <w:rsid w:val="00BB2C76"/>
    <w:rsid w:val="00BB2FEC"/>
    <w:rsid w:val="00BB520A"/>
    <w:rsid w:val="00BD3869"/>
    <w:rsid w:val="00BD66E9"/>
    <w:rsid w:val="00BD6FF4"/>
    <w:rsid w:val="00BE2874"/>
    <w:rsid w:val="00BF2C41"/>
    <w:rsid w:val="00C058B4"/>
    <w:rsid w:val="00C05F44"/>
    <w:rsid w:val="00C131B5"/>
    <w:rsid w:val="00C16ABF"/>
    <w:rsid w:val="00C170AE"/>
    <w:rsid w:val="00C26CB7"/>
    <w:rsid w:val="00C324C1"/>
    <w:rsid w:val="00C33ADA"/>
    <w:rsid w:val="00C36992"/>
    <w:rsid w:val="00C44C3B"/>
    <w:rsid w:val="00C5585B"/>
    <w:rsid w:val="00C56036"/>
    <w:rsid w:val="00C5647A"/>
    <w:rsid w:val="00C61DC5"/>
    <w:rsid w:val="00C67E92"/>
    <w:rsid w:val="00C70A26"/>
    <w:rsid w:val="00C766DF"/>
    <w:rsid w:val="00C865A3"/>
    <w:rsid w:val="00C94B98"/>
    <w:rsid w:val="00CA2B96"/>
    <w:rsid w:val="00CA5089"/>
    <w:rsid w:val="00CA626D"/>
    <w:rsid w:val="00CB1F33"/>
    <w:rsid w:val="00CB42CB"/>
    <w:rsid w:val="00CB5D8D"/>
    <w:rsid w:val="00CD6897"/>
    <w:rsid w:val="00CE5BAC"/>
    <w:rsid w:val="00CF25BE"/>
    <w:rsid w:val="00CF78ED"/>
    <w:rsid w:val="00D02B25"/>
    <w:rsid w:val="00D02EBA"/>
    <w:rsid w:val="00D10BCC"/>
    <w:rsid w:val="00D17C3C"/>
    <w:rsid w:val="00D26B2C"/>
    <w:rsid w:val="00D352C9"/>
    <w:rsid w:val="00D425B2"/>
    <w:rsid w:val="00D428D6"/>
    <w:rsid w:val="00D502F2"/>
    <w:rsid w:val="00D552B2"/>
    <w:rsid w:val="00D608D1"/>
    <w:rsid w:val="00D74119"/>
    <w:rsid w:val="00D76F07"/>
    <w:rsid w:val="00D8075B"/>
    <w:rsid w:val="00D8678B"/>
    <w:rsid w:val="00D87DA9"/>
    <w:rsid w:val="00DA2114"/>
    <w:rsid w:val="00DE09C0"/>
    <w:rsid w:val="00DE4A14"/>
    <w:rsid w:val="00DF320D"/>
    <w:rsid w:val="00DF71C8"/>
    <w:rsid w:val="00E06CA2"/>
    <w:rsid w:val="00E129B8"/>
    <w:rsid w:val="00E21E7D"/>
    <w:rsid w:val="00E22FBC"/>
    <w:rsid w:val="00E24BF5"/>
    <w:rsid w:val="00E25338"/>
    <w:rsid w:val="00E2583B"/>
    <w:rsid w:val="00E25D53"/>
    <w:rsid w:val="00E4104A"/>
    <w:rsid w:val="00E51E44"/>
    <w:rsid w:val="00E63348"/>
    <w:rsid w:val="00E747CE"/>
    <w:rsid w:val="00E77E88"/>
    <w:rsid w:val="00E800B8"/>
    <w:rsid w:val="00E8107D"/>
    <w:rsid w:val="00E91564"/>
    <w:rsid w:val="00E960BB"/>
    <w:rsid w:val="00E968F2"/>
    <w:rsid w:val="00EA078E"/>
    <w:rsid w:val="00EA2074"/>
    <w:rsid w:val="00EA4832"/>
    <w:rsid w:val="00EA4E9D"/>
    <w:rsid w:val="00EC4899"/>
    <w:rsid w:val="00ED03AB"/>
    <w:rsid w:val="00ED32D2"/>
    <w:rsid w:val="00EE1519"/>
    <w:rsid w:val="00EE32DE"/>
    <w:rsid w:val="00EE5457"/>
    <w:rsid w:val="00F070AB"/>
    <w:rsid w:val="00F1105F"/>
    <w:rsid w:val="00F17567"/>
    <w:rsid w:val="00F27A7B"/>
    <w:rsid w:val="00F407B5"/>
    <w:rsid w:val="00F4389B"/>
    <w:rsid w:val="00F526AF"/>
    <w:rsid w:val="00F57CD0"/>
    <w:rsid w:val="00F616A3"/>
    <w:rsid w:val="00F617C3"/>
    <w:rsid w:val="00F64581"/>
    <w:rsid w:val="00F6762A"/>
    <w:rsid w:val="00F7066B"/>
    <w:rsid w:val="00F81B0B"/>
    <w:rsid w:val="00F83B28"/>
    <w:rsid w:val="00F8499F"/>
    <w:rsid w:val="00FA46E5"/>
    <w:rsid w:val="00FA5C59"/>
    <w:rsid w:val="00FB7DBA"/>
    <w:rsid w:val="00FC1C25"/>
    <w:rsid w:val="00FC3F45"/>
    <w:rsid w:val="00FD503F"/>
    <w:rsid w:val="00FD709C"/>
    <w:rsid w:val="00FD7589"/>
    <w:rsid w:val="00FF016A"/>
    <w:rsid w:val="00FF1401"/>
    <w:rsid w:val="00FF4BF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A7E2"/>
  <w15:docId w15:val="{EF987F16-5AA5-49B8-A93A-2D81284CE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E747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0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3CCDE-8906-4AB8-B2C1-0B5B23D5B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7</Pages>
  <Words>2014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2022-05-05T10:13:00Z</dcterms:created>
  <dcterms:modified xsi:type="dcterms:W3CDTF">2023-04-20T07:56:00Z</dcterms:modified>
</cp:coreProperties>
</file>